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56F" w:rsidRPr="0016704E" w:rsidRDefault="00B0756F" w:rsidP="00B0756F">
      <w:pPr>
        <w:pStyle w:val="CourseName"/>
      </w:pPr>
      <w:r w:rsidRPr="0016704E">
        <w:t>AOIT Computer Networking</w:t>
      </w:r>
    </w:p>
    <w:p w:rsidR="00B0756F" w:rsidRPr="0016704E" w:rsidRDefault="00B0756F" w:rsidP="00B0756F">
      <w:pPr>
        <w:pStyle w:val="LessonNo"/>
      </w:pPr>
      <w:r w:rsidRPr="008C18FC">
        <w:t>Lesson</w:t>
      </w:r>
      <w:r w:rsidRPr="0016704E">
        <w:t xml:space="preserve"> 11</w:t>
      </w:r>
    </w:p>
    <w:p w:rsidR="00B0756F" w:rsidRPr="008C18FC" w:rsidRDefault="00B0756F" w:rsidP="00B0756F">
      <w:pPr>
        <w:pStyle w:val="LessonTitle"/>
      </w:pPr>
      <w:r w:rsidRPr="002F777A">
        <w:t>Network Security</w:t>
      </w:r>
    </w:p>
    <w:p w:rsidR="00B0756F" w:rsidRPr="00585333" w:rsidRDefault="00B0756F" w:rsidP="00B0756F">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tblPr>
      <w:tblGrid>
        <w:gridCol w:w="2522"/>
        <w:gridCol w:w="6838"/>
      </w:tblGrid>
      <w:tr w:rsidR="00B0756F" w:rsidRPr="005D4593">
        <w:trPr>
          <w:tblHeader/>
        </w:trPr>
        <w:tc>
          <w:tcPr>
            <w:tcW w:w="1347" w:type="pct"/>
            <w:tcBorders>
              <w:bottom w:val="single" w:sz="4" w:space="0" w:color="auto"/>
            </w:tcBorders>
            <w:shd w:val="clear" w:color="auto" w:fill="336699"/>
          </w:tcPr>
          <w:p w:rsidR="00B0756F" w:rsidRPr="005D4593" w:rsidRDefault="00B0756F" w:rsidP="00B0756F">
            <w:pPr>
              <w:pStyle w:val="TableHeadings"/>
            </w:pPr>
            <w:r>
              <w:t>Resource</w:t>
            </w:r>
          </w:p>
        </w:tc>
        <w:tc>
          <w:tcPr>
            <w:tcW w:w="3653" w:type="pct"/>
            <w:tcBorders>
              <w:bottom w:val="single" w:sz="4" w:space="0" w:color="auto"/>
            </w:tcBorders>
            <w:shd w:val="clear" w:color="auto" w:fill="336699"/>
          </w:tcPr>
          <w:p w:rsidR="00B0756F" w:rsidRPr="005D4593" w:rsidRDefault="00B0756F" w:rsidP="00B0756F">
            <w:pPr>
              <w:pStyle w:val="TableHeadings"/>
              <w:ind w:right="-144"/>
            </w:pPr>
            <w:r>
              <w:t>Description</w:t>
            </w:r>
          </w:p>
        </w:tc>
      </w:tr>
      <w:tr w:rsidR="00B0756F" w:rsidRPr="005D4593">
        <w:tc>
          <w:tcPr>
            <w:tcW w:w="1347" w:type="pct"/>
            <w:shd w:val="clear" w:color="auto" w:fill="CADCEE"/>
          </w:tcPr>
          <w:p w:rsidR="00B0756F" w:rsidRPr="005D4593" w:rsidRDefault="00B0756F" w:rsidP="00B0756F">
            <w:pPr>
              <w:pStyle w:val="TableText"/>
            </w:pPr>
            <w:r w:rsidRPr="005D4593">
              <w:t>Teacher Resource 11.1</w:t>
            </w:r>
          </w:p>
        </w:tc>
        <w:tc>
          <w:tcPr>
            <w:tcW w:w="3653" w:type="pct"/>
            <w:shd w:val="clear" w:color="auto" w:fill="CADCEE"/>
          </w:tcPr>
          <w:p w:rsidR="00B0756F" w:rsidRPr="005D4593" w:rsidRDefault="00B0756F" w:rsidP="00B0756F">
            <w:pPr>
              <w:pStyle w:val="TableText"/>
            </w:pPr>
            <w:r w:rsidRPr="005D4593">
              <w:t>Demonstration: Using a Network Monitor</w:t>
            </w:r>
          </w:p>
        </w:tc>
      </w:tr>
      <w:tr w:rsidR="00B0756F" w:rsidRPr="005D4593">
        <w:tc>
          <w:tcPr>
            <w:tcW w:w="1347" w:type="pct"/>
            <w:tcBorders>
              <w:bottom w:val="single" w:sz="4" w:space="0" w:color="auto"/>
            </w:tcBorders>
          </w:tcPr>
          <w:p w:rsidR="00B0756F" w:rsidRPr="005D4593" w:rsidRDefault="00B0756F" w:rsidP="00B0756F">
            <w:pPr>
              <w:pStyle w:val="TableText"/>
            </w:pPr>
            <w:r w:rsidRPr="005D4593">
              <w:t>Teacher Resource 11.2</w:t>
            </w:r>
          </w:p>
        </w:tc>
        <w:tc>
          <w:tcPr>
            <w:tcW w:w="3653" w:type="pct"/>
            <w:tcBorders>
              <w:bottom w:val="single" w:sz="4" w:space="0" w:color="auto"/>
            </w:tcBorders>
          </w:tcPr>
          <w:p w:rsidR="00B0756F" w:rsidRPr="005D4593" w:rsidRDefault="00B0756F" w:rsidP="00B0756F">
            <w:pPr>
              <w:pStyle w:val="TableText"/>
            </w:pPr>
            <w:r>
              <w:t xml:space="preserve">Guide: </w:t>
            </w:r>
            <w:smartTag w:uri="urn:schemas-microsoft-com:office:smarttags" w:element="place">
              <w:smartTag w:uri="urn:schemas-microsoft-com:office:smarttags" w:element="PlaceName">
                <w:r w:rsidRPr="005D4593">
                  <w:t>Network</w:t>
                </w:r>
              </w:smartTag>
              <w:r w:rsidRPr="005D4593">
                <w:t xml:space="preserve"> </w:t>
              </w:r>
              <w:smartTag w:uri="urn:schemas-microsoft-com:office:smarttags" w:element="PlaceType">
                <w:r w:rsidRPr="005D4593">
                  <w:t>Ports</w:t>
                </w:r>
              </w:smartTag>
            </w:smartTag>
            <w:r w:rsidRPr="005D4593">
              <w:t xml:space="preserve"> and the </w:t>
            </w:r>
            <w:r w:rsidR="0013252A" w:rsidRPr="006171C3">
              <w:t>Netstat</w:t>
            </w:r>
            <w:r w:rsidRPr="005D4593">
              <w:t xml:space="preserve"> Command</w:t>
            </w:r>
          </w:p>
        </w:tc>
      </w:tr>
      <w:tr w:rsidR="00B0756F" w:rsidRPr="005D4593">
        <w:tc>
          <w:tcPr>
            <w:tcW w:w="1347" w:type="pct"/>
            <w:shd w:val="clear" w:color="auto" w:fill="CADCEE"/>
          </w:tcPr>
          <w:p w:rsidR="00B0756F" w:rsidRPr="005D4593" w:rsidRDefault="00B0756F" w:rsidP="00B0756F">
            <w:pPr>
              <w:pStyle w:val="TableText"/>
            </w:pPr>
            <w:r w:rsidRPr="005D4593">
              <w:t>Teacher Resource 11.3</w:t>
            </w:r>
          </w:p>
        </w:tc>
        <w:tc>
          <w:tcPr>
            <w:tcW w:w="3653" w:type="pct"/>
            <w:shd w:val="clear" w:color="auto" w:fill="CADCEE"/>
          </w:tcPr>
          <w:p w:rsidR="00B0756F" w:rsidRPr="005D4593" w:rsidRDefault="00B0756F" w:rsidP="00B0756F">
            <w:pPr>
              <w:pStyle w:val="TableText"/>
            </w:pPr>
            <w:r>
              <w:t>Guide</w:t>
            </w:r>
            <w:r w:rsidRPr="005D4593">
              <w:t>: Configuring a Firewall</w:t>
            </w:r>
          </w:p>
        </w:tc>
      </w:tr>
      <w:tr w:rsidR="00B0756F" w:rsidRPr="005D4593">
        <w:tc>
          <w:tcPr>
            <w:tcW w:w="1347" w:type="pct"/>
            <w:tcBorders>
              <w:bottom w:val="single" w:sz="4" w:space="0" w:color="auto"/>
            </w:tcBorders>
          </w:tcPr>
          <w:p w:rsidR="00B0756F" w:rsidRPr="005D4593" w:rsidRDefault="00B0756F" w:rsidP="00B0756F">
            <w:pPr>
              <w:pStyle w:val="TableText"/>
            </w:pPr>
            <w:r w:rsidRPr="005D4593">
              <w:t>Teacher Resource 11.4</w:t>
            </w:r>
          </w:p>
        </w:tc>
        <w:tc>
          <w:tcPr>
            <w:tcW w:w="3653" w:type="pct"/>
            <w:tcBorders>
              <w:bottom w:val="single" w:sz="4" w:space="0" w:color="auto"/>
            </w:tcBorders>
          </w:tcPr>
          <w:p w:rsidR="00B0756F" w:rsidRPr="005D4593" w:rsidRDefault="00AD0DFE" w:rsidP="00B0756F">
            <w:pPr>
              <w:pStyle w:val="TableText"/>
            </w:pPr>
            <w:r w:rsidRPr="007724E2">
              <w:t>Scenarios:</w:t>
            </w:r>
            <w:r w:rsidR="00B0756F" w:rsidRPr="005D4593">
              <w:t xml:space="preserve"> Internet Threats</w:t>
            </w:r>
            <w:r w:rsidR="00037972">
              <w:t xml:space="preserve"> </w:t>
            </w:r>
          </w:p>
        </w:tc>
      </w:tr>
      <w:tr w:rsidR="00B0756F" w:rsidRPr="005D4593">
        <w:tc>
          <w:tcPr>
            <w:tcW w:w="1347" w:type="pct"/>
            <w:shd w:val="clear" w:color="auto" w:fill="CADCEE"/>
          </w:tcPr>
          <w:p w:rsidR="00B0756F" w:rsidRPr="005D4593" w:rsidRDefault="00B0756F" w:rsidP="00B0756F">
            <w:pPr>
              <w:pStyle w:val="TableText"/>
            </w:pPr>
            <w:r w:rsidRPr="005D4593">
              <w:t>Teacher Resource 11.5</w:t>
            </w:r>
          </w:p>
        </w:tc>
        <w:tc>
          <w:tcPr>
            <w:tcW w:w="3653" w:type="pct"/>
            <w:shd w:val="clear" w:color="auto" w:fill="CADCEE"/>
          </w:tcPr>
          <w:p w:rsidR="00B0756F" w:rsidRPr="005D4593" w:rsidRDefault="00B0756F" w:rsidP="00B0756F">
            <w:pPr>
              <w:pStyle w:val="TableText"/>
            </w:pPr>
            <w:r>
              <w:t>Test: Network Security</w:t>
            </w:r>
          </w:p>
        </w:tc>
      </w:tr>
      <w:tr w:rsidR="00B0756F" w:rsidRPr="005D4593">
        <w:tc>
          <w:tcPr>
            <w:tcW w:w="1347" w:type="pct"/>
            <w:tcBorders>
              <w:bottom w:val="single" w:sz="4" w:space="0" w:color="auto"/>
            </w:tcBorders>
          </w:tcPr>
          <w:p w:rsidR="00B0756F" w:rsidRPr="005D4593" w:rsidRDefault="00B0756F" w:rsidP="00B0756F">
            <w:pPr>
              <w:pStyle w:val="TableText"/>
            </w:pPr>
            <w:r w:rsidRPr="005D4593">
              <w:t>Teacher Resource 11.6</w:t>
            </w:r>
          </w:p>
        </w:tc>
        <w:tc>
          <w:tcPr>
            <w:tcW w:w="3653" w:type="pct"/>
            <w:tcBorders>
              <w:bottom w:val="single" w:sz="4" w:space="0" w:color="auto"/>
            </w:tcBorders>
          </w:tcPr>
          <w:p w:rsidR="00B0756F" w:rsidRPr="005D4593" w:rsidRDefault="00B0756F" w:rsidP="00B0756F">
            <w:pPr>
              <w:pStyle w:val="TableText"/>
            </w:pPr>
            <w:r>
              <w:t>Answer Key: Network Security Test</w:t>
            </w:r>
          </w:p>
        </w:tc>
      </w:tr>
      <w:tr w:rsidR="00B0756F" w:rsidRPr="005D4593">
        <w:tc>
          <w:tcPr>
            <w:tcW w:w="1347" w:type="pct"/>
            <w:shd w:val="clear" w:color="auto" w:fill="CADCEE"/>
          </w:tcPr>
          <w:p w:rsidR="00B0756F" w:rsidRPr="005D4593" w:rsidRDefault="00B0756F" w:rsidP="00B0756F">
            <w:pPr>
              <w:pStyle w:val="TableText"/>
            </w:pPr>
            <w:r w:rsidRPr="005D4593">
              <w:t>Teacher Resource 11.7</w:t>
            </w:r>
          </w:p>
        </w:tc>
        <w:tc>
          <w:tcPr>
            <w:tcW w:w="3653" w:type="pct"/>
            <w:shd w:val="clear" w:color="auto" w:fill="CADCEE"/>
          </w:tcPr>
          <w:p w:rsidR="00B0756F" w:rsidRPr="005D4593" w:rsidRDefault="00B0756F" w:rsidP="00B0756F">
            <w:pPr>
              <w:pStyle w:val="TableText"/>
            </w:pPr>
            <w:r w:rsidRPr="005D4593">
              <w:t>Key Vocabulary: Network Security</w:t>
            </w:r>
          </w:p>
        </w:tc>
      </w:tr>
      <w:tr w:rsidR="00B0756F" w:rsidRPr="005D4593">
        <w:tc>
          <w:tcPr>
            <w:tcW w:w="1347" w:type="pct"/>
            <w:tcBorders>
              <w:bottom w:val="single" w:sz="4" w:space="0" w:color="auto"/>
            </w:tcBorders>
          </w:tcPr>
          <w:p w:rsidR="00B0756F" w:rsidRPr="005D4593" w:rsidRDefault="00B0756F" w:rsidP="00B0756F">
            <w:pPr>
              <w:pStyle w:val="TableText"/>
            </w:pPr>
            <w:r w:rsidRPr="005D4593">
              <w:t>Teacher Resource 11.8</w:t>
            </w:r>
          </w:p>
        </w:tc>
        <w:tc>
          <w:tcPr>
            <w:tcW w:w="3653" w:type="pct"/>
            <w:tcBorders>
              <w:bottom w:val="single" w:sz="4" w:space="0" w:color="auto"/>
            </w:tcBorders>
          </w:tcPr>
          <w:p w:rsidR="00B0756F" w:rsidRPr="005D4593" w:rsidRDefault="00B0756F" w:rsidP="00B0756F">
            <w:pPr>
              <w:pStyle w:val="TableText"/>
            </w:pPr>
            <w:r w:rsidRPr="005D4593">
              <w:t>Bibliography: Network Security</w:t>
            </w:r>
          </w:p>
        </w:tc>
      </w:tr>
    </w:tbl>
    <w:p w:rsidR="00B0756F" w:rsidRPr="00C1409D" w:rsidRDefault="00B0756F" w:rsidP="00C1409D"/>
    <w:p w:rsidR="00B0756F" w:rsidRDefault="00B0756F" w:rsidP="00B0756F">
      <w:pPr>
        <w:pStyle w:val="ResourceNo"/>
      </w:pPr>
      <w:r>
        <w:lastRenderedPageBreak/>
        <w:t>Teacher Resource 11.1</w:t>
      </w:r>
    </w:p>
    <w:p w:rsidR="00B0756F" w:rsidRDefault="00B0756F" w:rsidP="002D316B">
      <w:pPr>
        <w:pStyle w:val="ResourceTitle"/>
      </w:pPr>
      <w:r>
        <w:t>Demonstration: Using a Network Monitor</w:t>
      </w:r>
    </w:p>
    <w:p w:rsidR="00B0756F" w:rsidRPr="00FA4F76" w:rsidRDefault="00B0756F" w:rsidP="00B62A9E">
      <w:pPr>
        <w:pStyle w:val="H1"/>
      </w:pPr>
      <w:r w:rsidRPr="00FA4F76">
        <w:t xml:space="preserve">Setting Up </w:t>
      </w:r>
      <w:r>
        <w:t>a</w:t>
      </w:r>
      <w:r w:rsidRPr="00FA4F76">
        <w:t xml:space="preserve"> Monitoring Program</w:t>
      </w:r>
    </w:p>
    <w:p w:rsidR="00527B12" w:rsidRDefault="00527B12" w:rsidP="00B62A9E">
      <w:pPr>
        <w:pStyle w:val="BodyText"/>
      </w:pPr>
      <w:r w:rsidRPr="00FA4F76" w:rsidDel="00EA4580">
        <w:t xml:space="preserve">Install one of </w:t>
      </w:r>
      <w:r>
        <w:t xml:space="preserve">the following network monitors </w:t>
      </w:r>
      <w:r w:rsidR="000664ED">
        <w:t xml:space="preserve">on a network server </w:t>
      </w:r>
      <w:r>
        <w:t xml:space="preserve">before beginning Class Period </w:t>
      </w:r>
      <w:r w:rsidR="008C03E6">
        <w:t>1</w:t>
      </w:r>
      <w:r>
        <w:t>:</w:t>
      </w:r>
    </w:p>
    <w:p w:rsidR="0013252A" w:rsidRDefault="00B0756F" w:rsidP="006171C3">
      <w:pPr>
        <w:pStyle w:val="BL"/>
      </w:pPr>
      <w:r w:rsidRPr="009228BF">
        <w:t xml:space="preserve">Network Monitor </w:t>
      </w:r>
      <w:r w:rsidR="00527B12" w:rsidRPr="009228BF">
        <w:t xml:space="preserve">is distributed as part of the </w:t>
      </w:r>
      <w:r w:rsidRPr="009228BF">
        <w:t xml:space="preserve">Windows Server </w:t>
      </w:r>
      <w:r w:rsidR="00527B12" w:rsidRPr="009228BF">
        <w:t xml:space="preserve">package, but it </w:t>
      </w:r>
      <w:r w:rsidRPr="009228BF">
        <w:t>is not automatically installed</w:t>
      </w:r>
      <w:r w:rsidR="00B62A9E" w:rsidRPr="009228BF">
        <w:t>; it</w:t>
      </w:r>
      <w:r w:rsidRPr="009228BF">
        <w:t xml:space="preserve"> must be added on. </w:t>
      </w:r>
      <w:r w:rsidR="00527B12" w:rsidRPr="009228BF">
        <w:t>For resources on installing and using Network Monitor for Windows 2003 Server, visit</w:t>
      </w:r>
      <w:r w:rsidR="00527B12" w:rsidRPr="009228BF">
        <w:br/>
      </w:r>
      <w:hyperlink r:id="rId7" w:history="1">
        <w:r w:rsidR="00527B12" w:rsidRPr="009228BF">
          <w:rPr>
            <w:rStyle w:val="Hyperlink"/>
          </w:rPr>
          <w:t>http://www.windowsnetworking.com/articles_tutorials/Analyzing-Traffic-Network-Monitor.html</w:t>
        </w:r>
      </w:hyperlink>
    </w:p>
    <w:p w:rsidR="0013252A" w:rsidRDefault="00B0756F" w:rsidP="006171C3">
      <w:pPr>
        <w:pStyle w:val="BL"/>
      </w:pPr>
      <w:proofErr w:type="spellStart"/>
      <w:r w:rsidRPr="009228BF">
        <w:t>Wireshark</w:t>
      </w:r>
      <w:proofErr w:type="spellEnd"/>
      <w:r w:rsidR="00527B12" w:rsidRPr="009228BF">
        <w:t xml:space="preserve"> is a free</w:t>
      </w:r>
      <w:r w:rsidRPr="009228BF">
        <w:t xml:space="preserve"> packet sniffing program. </w:t>
      </w:r>
      <w:r w:rsidR="00527B12" w:rsidRPr="009228BF">
        <w:t xml:space="preserve">For information </w:t>
      </w:r>
      <w:r w:rsidRPr="009228BF">
        <w:t>visit</w:t>
      </w:r>
      <w:r w:rsidR="00527B12" w:rsidRPr="009228BF">
        <w:t xml:space="preserve"> </w:t>
      </w:r>
      <w:hyperlink r:id="rId8" w:history="1">
        <w:r w:rsidR="00527B12" w:rsidRPr="009228BF">
          <w:rPr>
            <w:rStyle w:val="Hyperlink"/>
          </w:rPr>
          <w:t>http://www.wireshark.org</w:t>
        </w:r>
      </w:hyperlink>
      <w:r w:rsidR="0048389B" w:rsidRPr="009228BF">
        <w:t>.</w:t>
      </w:r>
      <w:r w:rsidR="00B62A9E" w:rsidRPr="009228BF">
        <w:t xml:space="preserve"> </w:t>
      </w:r>
    </w:p>
    <w:p w:rsidR="00B0756F" w:rsidRPr="009B2D8E" w:rsidRDefault="00B62A9E" w:rsidP="00B62A9E">
      <w:pPr>
        <w:pStyle w:val="BodyText"/>
        <w:rPr>
          <w:i/>
        </w:rPr>
      </w:pPr>
      <w:r w:rsidRPr="0016704E">
        <w:t>For the demonstration</w:t>
      </w:r>
      <w:r>
        <w:t>,</w:t>
      </w:r>
      <w:r w:rsidRPr="0016704E">
        <w:t xml:space="preserve"> </w:t>
      </w:r>
      <w:r>
        <w:t>h</w:t>
      </w:r>
      <w:r w:rsidR="00B0756F" w:rsidRPr="0016704E">
        <w:t xml:space="preserve">ook up an LCD projector to a network server </w:t>
      </w:r>
      <w:r>
        <w:t>that has</w:t>
      </w:r>
      <w:r w:rsidRPr="0016704E">
        <w:t xml:space="preserve"> </w:t>
      </w:r>
      <w:r w:rsidR="00B0756F" w:rsidRPr="0016704E">
        <w:t xml:space="preserve">Network Monitor or </w:t>
      </w:r>
      <w:proofErr w:type="spellStart"/>
      <w:r w:rsidR="00B0756F" w:rsidRPr="0016704E">
        <w:t>Wireshark</w:t>
      </w:r>
      <w:proofErr w:type="spellEnd"/>
      <w:r w:rsidR="00B0756F" w:rsidRPr="0016704E">
        <w:t xml:space="preserve"> installed.</w:t>
      </w:r>
    </w:p>
    <w:p w:rsidR="00B0756F" w:rsidRPr="00FA4F76" w:rsidRDefault="00B0756F" w:rsidP="00B62A9E">
      <w:pPr>
        <w:pStyle w:val="H1"/>
      </w:pPr>
      <w:r w:rsidRPr="00FA4F76">
        <w:t xml:space="preserve">Demonstration: Teaching Students </w:t>
      </w:r>
      <w:r w:rsidR="0050108E">
        <w:t>a</w:t>
      </w:r>
      <w:r w:rsidRPr="00FA4F76">
        <w:t xml:space="preserve">bout Monitoring </w:t>
      </w:r>
    </w:p>
    <w:p w:rsidR="00B0756F" w:rsidRPr="00FA4F76" w:rsidRDefault="00B0756F" w:rsidP="00B62A9E">
      <w:pPr>
        <w:pStyle w:val="BodyText"/>
      </w:pPr>
      <w:r w:rsidRPr="00FA4F76">
        <w:t>During the demonstration, explain to students that there are many reasons to monitor traffic</w:t>
      </w:r>
      <w:r>
        <w:t xml:space="preserve">. </w:t>
      </w:r>
      <w:r w:rsidRPr="00FA4F76">
        <w:t xml:space="preserve">If the Internet or network is slow, </w:t>
      </w:r>
      <w:r w:rsidR="00B62A9E">
        <w:t>the cause</w:t>
      </w:r>
      <w:r w:rsidRPr="00FA4F76">
        <w:t xml:space="preserve"> might be a network problem </w:t>
      </w:r>
      <w:r w:rsidR="00B62A9E">
        <w:t>related to</w:t>
      </w:r>
      <w:r w:rsidRPr="00FA4F76">
        <w:t xml:space="preserve"> hardware or software, or </w:t>
      </w:r>
      <w:r w:rsidR="00B62A9E">
        <w:t xml:space="preserve">it might be </w:t>
      </w:r>
      <w:r w:rsidRPr="00FA4F76">
        <w:t>a network security issue such as the following</w:t>
      </w:r>
      <w:r w:rsidR="00B62A9E">
        <w:t>:</w:t>
      </w:r>
    </w:p>
    <w:p w:rsidR="0013252A" w:rsidRDefault="00B0756F" w:rsidP="006171C3">
      <w:pPr>
        <w:pStyle w:val="BL"/>
      </w:pPr>
      <w:r w:rsidRPr="00EA4580">
        <w:rPr>
          <w:b/>
        </w:rPr>
        <w:t>Denial</w:t>
      </w:r>
      <w:r w:rsidR="0048389B">
        <w:rPr>
          <w:b/>
        </w:rPr>
        <w:t>-</w:t>
      </w:r>
      <w:r w:rsidRPr="00EA4580">
        <w:rPr>
          <w:b/>
        </w:rPr>
        <w:t>of</w:t>
      </w:r>
      <w:r w:rsidR="0048389B">
        <w:rPr>
          <w:b/>
        </w:rPr>
        <w:t>-</w:t>
      </w:r>
      <w:r w:rsidRPr="00EA4580">
        <w:rPr>
          <w:b/>
        </w:rPr>
        <w:t>Service Attacks</w:t>
      </w:r>
      <w:r w:rsidR="00B62A9E">
        <w:rPr>
          <w:b/>
        </w:rPr>
        <w:t>.</w:t>
      </w:r>
      <w:r w:rsidRPr="00FA4F76">
        <w:t xml:space="preserve"> If the network gets inundated with traffic, it could bring a web or email server down. For example, if a company hosts a </w:t>
      </w:r>
      <w:r w:rsidR="00B62A9E">
        <w:t>w</w:t>
      </w:r>
      <w:r w:rsidRPr="00FA4F76">
        <w:t xml:space="preserve">ebsite that publishes a very popular article, </w:t>
      </w:r>
      <w:r w:rsidR="00B62A9E">
        <w:t>and that article</w:t>
      </w:r>
      <w:r w:rsidR="00B62A9E" w:rsidRPr="00FA4F76">
        <w:t xml:space="preserve"> </w:t>
      </w:r>
      <w:r w:rsidRPr="00FA4F76">
        <w:t xml:space="preserve">gets linked </w:t>
      </w:r>
      <w:r w:rsidR="00B62A9E">
        <w:t xml:space="preserve">to </w:t>
      </w:r>
      <w:r w:rsidRPr="00FA4F76">
        <w:t xml:space="preserve">from popular sites like </w:t>
      </w:r>
      <w:proofErr w:type="spellStart"/>
      <w:r w:rsidRPr="00FA4F76">
        <w:t>BoingBoing</w:t>
      </w:r>
      <w:proofErr w:type="spellEnd"/>
      <w:r w:rsidRPr="00FA4F76">
        <w:t xml:space="preserve">, </w:t>
      </w:r>
      <w:proofErr w:type="spellStart"/>
      <w:r w:rsidRPr="00FA4F76">
        <w:t>Digg</w:t>
      </w:r>
      <w:proofErr w:type="spellEnd"/>
      <w:r w:rsidR="00B62A9E">
        <w:t>,</w:t>
      </w:r>
      <w:r w:rsidRPr="00FA4F76">
        <w:t xml:space="preserve"> or Google News, the resulting spike in traffic could crash the server. Malicious hackers may cause a similar problem by inundating a company network with traffic, which prevents other users from logging in.  </w:t>
      </w:r>
    </w:p>
    <w:p w:rsidR="0013252A" w:rsidRDefault="00B0756F" w:rsidP="006171C3">
      <w:pPr>
        <w:pStyle w:val="BL"/>
        <w:rPr>
          <w:color w:val="auto"/>
        </w:rPr>
      </w:pPr>
      <w:r w:rsidRPr="00EA4580">
        <w:rPr>
          <w:b/>
        </w:rPr>
        <w:t>Malware</w:t>
      </w:r>
      <w:r w:rsidR="00B62A9E">
        <w:rPr>
          <w:b/>
        </w:rPr>
        <w:t>.</w:t>
      </w:r>
      <w:r w:rsidR="00B62A9E">
        <w:t xml:space="preserve"> </w:t>
      </w:r>
      <w:r w:rsidRPr="00FA4F76">
        <w:t xml:space="preserve">If a computer gets infected with malware or viruses, </w:t>
      </w:r>
      <w:r w:rsidR="00B62A9E">
        <w:t>the resulting activity</w:t>
      </w:r>
      <w:r w:rsidR="00B62A9E" w:rsidRPr="00FA4F76">
        <w:t xml:space="preserve"> </w:t>
      </w:r>
      <w:r w:rsidRPr="00FA4F76">
        <w:t>can cause a spike in traffic that slows down the network. Adware, spyware</w:t>
      </w:r>
      <w:r w:rsidR="00B62A9E">
        <w:t>,</w:t>
      </w:r>
      <w:r w:rsidRPr="00FA4F76">
        <w:t xml:space="preserve"> or viruses could be loading extra programs or try</w:t>
      </w:r>
      <w:r w:rsidR="00B62A9E">
        <w:t>ing</w:t>
      </w:r>
      <w:r w:rsidRPr="00FA4F76">
        <w:t xml:space="preserve"> to infect other parts of the network</w:t>
      </w:r>
      <w:r>
        <w:t xml:space="preserve">. </w:t>
      </w:r>
      <w:r w:rsidRPr="00FA4F76">
        <w:t xml:space="preserve">An administrator can </w:t>
      </w:r>
      <w:r w:rsidR="0050108E">
        <w:t>see</w:t>
      </w:r>
      <w:r w:rsidRPr="00FA4F76">
        <w:t xml:space="preserve"> where the traffic</w:t>
      </w:r>
      <w:r w:rsidR="00B62A9E">
        <w:t xml:space="preserve"> i</w:t>
      </w:r>
      <w:r w:rsidRPr="00FA4F76">
        <w:t>s originating and try to quarantine or disinfect a compromised client machine on the network.</w:t>
      </w:r>
    </w:p>
    <w:p w:rsidR="0013252A" w:rsidRDefault="00B0756F" w:rsidP="006171C3">
      <w:pPr>
        <w:pStyle w:val="BL"/>
      </w:pPr>
      <w:r w:rsidRPr="00EA4580">
        <w:rPr>
          <w:b/>
        </w:rPr>
        <w:t>Employee Problems</w:t>
      </w:r>
      <w:r w:rsidR="00B62A9E">
        <w:rPr>
          <w:b/>
        </w:rPr>
        <w:t>.</w:t>
      </w:r>
      <w:r w:rsidRPr="00FA4F76">
        <w:t xml:space="preserve"> A slow network could also be caused by internal problems. It could be an employee downloading files</w:t>
      </w:r>
      <w:r>
        <w:t xml:space="preserve">. </w:t>
      </w:r>
      <w:r w:rsidRPr="00FA4F76">
        <w:t xml:space="preserve">With monitoring software, the administrator can identify the IP </w:t>
      </w:r>
      <w:r w:rsidR="00B62A9E">
        <w:t>a</w:t>
      </w:r>
      <w:r w:rsidRPr="00FA4F76">
        <w:t xml:space="preserve">ddress and computer causing the traffic, and shut down the connection or approach the employee about the issue. </w:t>
      </w:r>
    </w:p>
    <w:p w:rsidR="0013252A" w:rsidRDefault="00B0756F" w:rsidP="006171C3">
      <w:pPr>
        <w:pStyle w:val="BL"/>
      </w:pPr>
      <w:r w:rsidRPr="00EA4580">
        <w:rPr>
          <w:b/>
        </w:rPr>
        <w:t>Inappropriate Material</w:t>
      </w:r>
      <w:r w:rsidR="00B62A9E">
        <w:rPr>
          <w:b/>
        </w:rPr>
        <w:t>.</w:t>
      </w:r>
      <w:r>
        <w:t xml:space="preserve"> </w:t>
      </w:r>
      <w:r w:rsidRPr="00FA4F76">
        <w:t>Companies usually have a zero</w:t>
      </w:r>
      <w:r w:rsidR="0048389B">
        <w:t>-</w:t>
      </w:r>
      <w:r w:rsidRPr="00FA4F76">
        <w:t>tolerance policy for inappropriate material and may block certain websites</w:t>
      </w:r>
      <w:r w:rsidR="00B62A9E">
        <w:t>,</w:t>
      </w:r>
      <w:r w:rsidRPr="00FA4F76">
        <w:t xml:space="preserve"> including social sites like </w:t>
      </w:r>
      <w:proofErr w:type="spellStart"/>
      <w:r w:rsidR="00A41EF4">
        <w:t>Facebook</w:t>
      </w:r>
      <w:proofErr w:type="spellEnd"/>
      <w:r w:rsidRPr="00FA4F76">
        <w:t>, or even news and entertainment sites like BoingBoing</w:t>
      </w:r>
      <w:r>
        <w:t xml:space="preserve">. </w:t>
      </w:r>
      <w:r w:rsidR="00B62A9E">
        <w:t>Even i</w:t>
      </w:r>
      <w:r w:rsidRPr="00FA4F76">
        <w:t>f sites are not blocked, employees can still be fired or face major penalties for viewing inappropriate content.</w:t>
      </w:r>
    </w:p>
    <w:p w:rsidR="00B0756F" w:rsidRPr="00EA4580" w:rsidRDefault="0050108E" w:rsidP="0048389B">
      <w:pPr>
        <w:pStyle w:val="BodyText"/>
        <w:rPr>
          <w:color w:val="auto"/>
        </w:rPr>
      </w:pPr>
      <w:r>
        <w:t>U</w:t>
      </w:r>
      <w:r w:rsidR="003E7175">
        <w:t>sing the network monitoring program, s</w:t>
      </w:r>
      <w:r w:rsidR="00B0756F" w:rsidRPr="00FA4F76">
        <w:t>how students how to identify the sources of network traffic and the network speed. In addition, show h</w:t>
      </w:r>
      <w:r w:rsidR="00B0756F" w:rsidRPr="00EA4580">
        <w:rPr>
          <w:color w:val="auto"/>
        </w:rPr>
        <w:t xml:space="preserve">ow network administrators can view </w:t>
      </w:r>
      <w:r w:rsidR="0048389B">
        <w:rPr>
          <w:color w:val="auto"/>
        </w:rPr>
        <w:t>which</w:t>
      </w:r>
      <w:r w:rsidR="0048389B" w:rsidRPr="00EA4580">
        <w:rPr>
          <w:color w:val="auto"/>
        </w:rPr>
        <w:t xml:space="preserve"> </w:t>
      </w:r>
      <w:r w:rsidR="00B0756F" w:rsidRPr="00EA4580">
        <w:rPr>
          <w:color w:val="auto"/>
        </w:rPr>
        <w:t>websites employees visit. Explain that site</w:t>
      </w:r>
      <w:r w:rsidR="003E7175">
        <w:rPr>
          <w:color w:val="auto"/>
        </w:rPr>
        <w:t>s can be</w:t>
      </w:r>
      <w:r w:rsidR="00B0756F" w:rsidRPr="00EA4580">
        <w:rPr>
          <w:color w:val="auto"/>
        </w:rPr>
        <w:t xml:space="preserve"> block</w:t>
      </w:r>
      <w:r w:rsidR="003E7175">
        <w:rPr>
          <w:color w:val="auto"/>
        </w:rPr>
        <w:t>ed</w:t>
      </w:r>
      <w:r w:rsidR="00B0756F" w:rsidRPr="00EA4580">
        <w:rPr>
          <w:color w:val="auto"/>
        </w:rPr>
        <w:t xml:space="preserve"> </w:t>
      </w:r>
      <w:r w:rsidR="003E7175">
        <w:rPr>
          <w:color w:val="auto"/>
        </w:rPr>
        <w:t>based on</w:t>
      </w:r>
      <w:r w:rsidR="00B0756F" w:rsidRPr="00EA4580">
        <w:rPr>
          <w:color w:val="auto"/>
        </w:rPr>
        <w:t xml:space="preserve"> </w:t>
      </w:r>
      <w:r w:rsidR="003E7175">
        <w:rPr>
          <w:color w:val="auto"/>
        </w:rPr>
        <w:t xml:space="preserve">their </w:t>
      </w:r>
      <w:r w:rsidR="00B0756F" w:rsidRPr="00EA4580">
        <w:rPr>
          <w:color w:val="auto"/>
        </w:rPr>
        <w:t>IP address</w:t>
      </w:r>
      <w:r w:rsidR="003E7175">
        <w:rPr>
          <w:color w:val="auto"/>
        </w:rPr>
        <w:t>es</w:t>
      </w:r>
      <w:r w:rsidR="00B0756F" w:rsidRPr="00EA4580">
        <w:rPr>
          <w:color w:val="auto"/>
        </w:rPr>
        <w:t xml:space="preserve"> or </w:t>
      </w:r>
      <w:r w:rsidR="003E7175">
        <w:rPr>
          <w:color w:val="auto"/>
        </w:rPr>
        <w:t>their</w:t>
      </w:r>
      <w:r w:rsidR="00B0756F" w:rsidRPr="00EA4580">
        <w:rPr>
          <w:color w:val="auto"/>
        </w:rPr>
        <w:t xml:space="preserve"> content. IP address blocking is usually done on routers and works on OSI level 3. Content </w:t>
      </w:r>
      <w:r w:rsidR="001B650C">
        <w:rPr>
          <w:color w:val="auto"/>
        </w:rPr>
        <w:t xml:space="preserve">blocking </w:t>
      </w:r>
      <w:r w:rsidR="00B0756F" w:rsidRPr="00EA4580">
        <w:rPr>
          <w:color w:val="auto"/>
        </w:rPr>
        <w:t>(</w:t>
      </w:r>
      <w:r w:rsidR="001B650C">
        <w:rPr>
          <w:color w:val="auto"/>
        </w:rPr>
        <w:t xml:space="preserve">based on </w:t>
      </w:r>
      <w:r w:rsidR="00B0756F" w:rsidRPr="00EA4580">
        <w:rPr>
          <w:color w:val="auto"/>
        </w:rPr>
        <w:t>keywords on a web</w:t>
      </w:r>
      <w:r w:rsidR="00C33934">
        <w:rPr>
          <w:color w:val="auto"/>
        </w:rPr>
        <w:t xml:space="preserve"> </w:t>
      </w:r>
      <w:r w:rsidR="00B0756F" w:rsidRPr="00EA4580">
        <w:rPr>
          <w:color w:val="auto"/>
        </w:rPr>
        <w:t xml:space="preserve">page) usually uses a proxy server and the filtering is done on OSI level 7. Filtering slows the </w:t>
      </w:r>
      <w:r w:rsidR="00C33934">
        <w:rPr>
          <w:color w:val="auto"/>
        </w:rPr>
        <w:t>I</w:t>
      </w:r>
      <w:r w:rsidR="00B0756F" w:rsidRPr="00EA4580">
        <w:rPr>
          <w:color w:val="auto"/>
        </w:rPr>
        <w:t xml:space="preserve">nternet </w:t>
      </w:r>
      <w:r w:rsidRPr="00EA4580">
        <w:rPr>
          <w:color w:val="auto"/>
        </w:rPr>
        <w:t>connection slightly.</w:t>
      </w:r>
    </w:p>
    <w:p w:rsidR="00B0756F" w:rsidRDefault="00B0756F" w:rsidP="00B0756F">
      <w:pPr>
        <w:pStyle w:val="ResourceNo"/>
        <w:ind w:left="0" w:firstLine="0"/>
      </w:pPr>
      <w:r>
        <w:lastRenderedPageBreak/>
        <w:t>Teacher Resource 11.2</w:t>
      </w:r>
    </w:p>
    <w:p w:rsidR="00B0756F" w:rsidRDefault="00B0756F" w:rsidP="00B0756F">
      <w:pPr>
        <w:pStyle w:val="ResourceTitle"/>
      </w:pPr>
      <w:r>
        <w:t xml:space="preserve">Guide: </w:t>
      </w:r>
      <w:smartTag w:uri="urn:schemas-microsoft-com:office:smarttags" w:element="place">
        <w:smartTag w:uri="urn:schemas-microsoft-com:office:smarttags" w:element="PlaceName">
          <w:r>
            <w:t>Network</w:t>
          </w:r>
        </w:smartTag>
        <w:r>
          <w:t xml:space="preserve"> </w:t>
        </w:r>
        <w:smartTag w:uri="urn:schemas-microsoft-com:office:smarttags" w:element="PlaceType">
          <w:r>
            <w:t>Ports</w:t>
          </w:r>
        </w:smartTag>
      </w:smartTag>
      <w:r>
        <w:t xml:space="preserve"> and the Netstat Command</w:t>
      </w:r>
    </w:p>
    <w:p w:rsidR="00B0756F" w:rsidRPr="00F03B48" w:rsidRDefault="00B0756F" w:rsidP="003058E9">
      <w:pPr>
        <w:pStyle w:val="H3"/>
      </w:pPr>
      <w:r w:rsidRPr="00F03B48">
        <w:t>Background on Network Ports</w:t>
      </w:r>
    </w:p>
    <w:p w:rsidR="00B0756F" w:rsidRPr="00F03B48" w:rsidRDefault="00B0756F" w:rsidP="0048389B">
      <w:pPr>
        <w:pStyle w:val="BodyText"/>
      </w:pPr>
      <w:r w:rsidRPr="00F03B48">
        <w:t>Explain to students</w:t>
      </w:r>
      <w:r w:rsidR="0053667E">
        <w:t>:</w:t>
      </w:r>
      <w:r w:rsidRPr="00F03B48">
        <w:t xml:space="preserve"> </w:t>
      </w:r>
      <w:r w:rsidR="0048389B">
        <w:t>J</w:t>
      </w:r>
      <w:r w:rsidRPr="00F03B48">
        <w:t xml:space="preserve">ust as a network switch uses hardware ports to connect cables on the network, network services like the Internet and </w:t>
      </w:r>
      <w:r w:rsidR="00A45903">
        <w:t>e</w:t>
      </w:r>
      <w:r w:rsidRPr="00F03B48">
        <w:t xml:space="preserve">mail use network port numbers that allow those services to operate. These ports are special numbers in the header of a data packet that function like an address on the network. </w:t>
      </w:r>
    </w:p>
    <w:p w:rsidR="00B0756F" w:rsidRPr="00F03B48" w:rsidRDefault="00B0756F" w:rsidP="008E6623">
      <w:pPr>
        <w:pStyle w:val="BodyText"/>
      </w:pPr>
      <w:r w:rsidRPr="00F03B48">
        <w:t>On the board, write some common port numbers for services that students will recognize, such as:</w:t>
      </w:r>
    </w:p>
    <w:p w:rsidR="0013252A" w:rsidRDefault="00B0756F" w:rsidP="006171C3">
      <w:pPr>
        <w:pStyle w:val="BL"/>
      </w:pPr>
      <w:r w:rsidRPr="000339EE">
        <w:t xml:space="preserve">53 DNS (Domain Name </w:t>
      </w:r>
      <w:r w:rsidR="00A45903" w:rsidRPr="000339EE">
        <w:t>System</w:t>
      </w:r>
      <w:r w:rsidRPr="000339EE">
        <w:t xml:space="preserve">) </w:t>
      </w:r>
      <w:r w:rsidRPr="000339EE">
        <w:rPr>
          <w:rFonts w:eastAsia="MS Gothic" w:hint="eastAsia"/>
        </w:rPr>
        <w:t> </w:t>
      </w:r>
    </w:p>
    <w:p w:rsidR="0013252A" w:rsidRDefault="00B0756F" w:rsidP="006171C3">
      <w:pPr>
        <w:pStyle w:val="BL"/>
      </w:pPr>
      <w:r w:rsidRPr="000339EE">
        <w:t xml:space="preserve">68 DHCP (Dynamic Host </w:t>
      </w:r>
      <w:r w:rsidR="00A45903" w:rsidRPr="000339EE">
        <w:t xml:space="preserve">Configuration </w:t>
      </w:r>
      <w:r w:rsidRPr="000339EE">
        <w:t xml:space="preserve">Protocol) </w:t>
      </w:r>
    </w:p>
    <w:p w:rsidR="0013252A" w:rsidRDefault="00B0756F" w:rsidP="006171C3">
      <w:pPr>
        <w:pStyle w:val="BL"/>
      </w:pPr>
      <w:r w:rsidRPr="000339EE">
        <w:t>80 HTTP</w:t>
      </w:r>
      <w:r w:rsidR="000F5957">
        <w:t xml:space="preserve"> (</w:t>
      </w:r>
      <w:proofErr w:type="spellStart"/>
      <w:r w:rsidR="000F5957">
        <w:t>HyperText</w:t>
      </w:r>
      <w:proofErr w:type="spellEnd"/>
      <w:r w:rsidR="000F5957">
        <w:t xml:space="preserve"> Transfer Protocol)</w:t>
      </w:r>
    </w:p>
    <w:p w:rsidR="0013252A" w:rsidRDefault="00B0756F" w:rsidP="006171C3">
      <w:pPr>
        <w:pStyle w:val="BL"/>
      </w:pPr>
      <w:r w:rsidRPr="000339EE">
        <w:t>110 POP3 </w:t>
      </w:r>
      <w:r w:rsidR="000F5957">
        <w:t>(Post Office Protocol 3)</w:t>
      </w:r>
    </w:p>
    <w:p w:rsidR="0013252A" w:rsidRDefault="00B0756F" w:rsidP="006171C3">
      <w:pPr>
        <w:pStyle w:val="BL"/>
      </w:pPr>
      <w:r w:rsidRPr="000339EE">
        <w:t>443 HTTPS (Secure Sockets Layer)</w:t>
      </w:r>
    </w:p>
    <w:p w:rsidR="0013252A" w:rsidRDefault="00B0756F" w:rsidP="006171C3">
      <w:pPr>
        <w:pStyle w:val="BL"/>
      </w:pPr>
      <w:r w:rsidRPr="000339EE">
        <w:t xml:space="preserve">5190 AOL Instant Messenger </w:t>
      </w:r>
    </w:p>
    <w:p w:rsidR="00B0756F" w:rsidRPr="00F03B48" w:rsidRDefault="008A5971" w:rsidP="0053667E">
      <w:pPr>
        <w:pStyle w:val="BodyText"/>
      </w:pPr>
      <w:r>
        <w:br/>
      </w:r>
      <w:r w:rsidR="00B0756F" w:rsidRPr="00F03B48">
        <w:t xml:space="preserve">Explain how ports work: The IP address for the network is like a street address, and the port numbers are something like the room numbers in an apartment building. In order for the data to be sent through the proper services, </w:t>
      </w:r>
      <w:r w:rsidR="0053667E">
        <w:t>it</w:t>
      </w:r>
      <w:r w:rsidR="0053667E" w:rsidRPr="00F03B48">
        <w:t xml:space="preserve"> </w:t>
      </w:r>
      <w:r w:rsidR="00B0756F" w:rsidRPr="00F03B48">
        <w:t>need</w:t>
      </w:r>
      <w:r w:rsidR="0053667E">
        <w:t>s</w:t>
      </w:r>
      <w:r w:rsidR="00B0756F" w:rsidRPr="00F03B48">
        <w:t xml:space="preserve"> to contain the correct port number. Like doors, ports can be left open or closed, so that people can easily enter or </w:t>
      </w:r>
      <w:r w:rsidR="00A45903">
        <w:t>be</w:t>
      </w:r>
      <w:r w:rsidR="00A45903" w:rsidRPr="00F03B48">
        <w:t xml:space="preserve"> </w:t>
      </w:r>
      <w:r w:rsidR="00B0756F" w:rsidRPr="00F03B48">
        <w:t>blocked from entering.</w:t>
      </w:r>
    </w:p>
    <w:p w:rsidR="00B0756F" w:rsidRPr="00F03B48" w:rsidRDefault="00B0756F" w:rsidP="003058E9">
      <w:pPr>
        <w:pStyle w:val="H3"/>
      </w:pPr>
      <w:r w:rsidRPr="00F03B48">
        <w:t xml:space="preserve">Using the </w:t>
      </w:r>
      <w:proofErr w:type="spellStart"/>
      <w:r w:rsidRPr="00A250FA">
        <w:t>Netstat</w:t>
      </w:r>
      <w:proofErr w:type="spellEnd"/>
      <w:r w:rsidRPr="00F03B48">
        <w:t xml:space="preserve"> Command </w:t>
      </w:r>
    </w:p>
    <w:p w:rsidR="00B0756F" w:rsidRPr="00F03B48" w:rsidRDefault="00B0756F" w:rsidP="0053667E">
      <w:pPr>
        <w:pStyle w:val="BodyText"/>
      </w:pPr>
      <w:r w:rsidRPr="00F03B48">
        <w:t xml:space="preserve">Tell students they can check on their computers to find out what ports are open and available by using a simple command, netstat. Write the term </w:t>
      </w:r>
      <w:r w:rsidRPr="0053667E">
        <w:rPr>
          <w:i/>
          <w:iCs/>
        </w:rPr>
        <w:t>network statistics</w:t>
      </w:r>
      <w:r w:rsidRPr="00F03B48">
        <w:t xml:space="preserve"> on the board and underline </w:t>
      </w:r>
      <w:r w:rsidRPr="0053667E">
        <w:rPr>
          <w:i/>
          <w:iCs/>
        </w:rPr>
        <w:t>net</w:t>
      </w:r>
      <w:r w:rsidRPr="00F03B48">
        <w:t xml:space="preserve"> and </w:t>
      </w:r>
      <w:r w:rsidRPr="0053667E">
        <w:rPr>
          <w:i/>
          <w:iCs/>
        </w:rPr>
        <w:t>stat</w:t>
      </w:r>
      <w:r w:rsidRPr="00F03B48">
        <w:t>, to show the origin of the command.</w:t>
      </w:r>
    </w:p>
    <w:p w:rsidR="00B0756F" w:rsidRPr="00F03B48" w:rsidRDefault="00B0756F" w:rsidP="0067319D">
      <w:pPr>
        <w:pStyle w:val="BodyText"/>
      </w:pPr>
      <w:r w:rsidRPr="00F03B48">
        <w:t xml:space="preserve">Have students use </w:t>
      </w:r>
      <w:r w:rsidR="0053667E">
        <w:t xml:space="preserve">Internet-connected </w:t>
      </w:r>
      <w:r w:rsidRPr="00F03B48">
        <w:t xml:space="preserve">computers and open a web page, email program, or chat client. Then, have </w:t>
      </w:r>
      <w:proofErr w:type="gramStart"/>
      <w:r w:rsidRPr="00F03B48">
        <w:t>them</w:t>
      </w:r>
      <w:proofErr w:type="gramEnd"/>
      <w:r w:rsidRPr="00F03B48">
        <w:t xml:space="preserve"> enter the command prompt and type the command to see all listening ports</w:t>
      </w:r>
      <w:r w:rsidR="0053667E">
        <w:t>:</w:t>
      </w:r>
      <w:r w:rsidRPr="00F03B48">
        <w:t xml:space="preserve"> </w:t>
      </w:r>
      <w:r w:rsidR="006171C3">
        <w:br/>
      </w:r>
      <w:proofErr w:type="spellStart"/>
      <w:r w:rsidRPr="006171C3">
        <w:rPr>
          <w:rStyle w:val="codechar"/>
        </w:rPr>
        <w:t>netstat</w:t>
      </w:r>
      <w:proofErr w:type="spellEnd"/>
      <w:r w:rsidR="0053667E" w:rsidRPr="006171C3">
        <w:rPr>
          <w:rStyle w:val="codechar"/>
        </w:rPr>
        <w:t>-</w:t>
      </w:r>
      <w:r w:rsidRPr="006171C3">
        <w:rPr>
          <w:rStyle w:val="codechar"/>
        </w:rPr>
        <w:t>an</w:t>
      </w:r>
      <w:r w:rsidRPr="00F03B48">
        <w:t xml:space="preserve">. Let students know </w:t>
      </w:r>
      <w:r w:rsidR="0053667E">
        <w:t xml:space="preserve">that </w:t>
      </w:r>
      <w:r w:rsidRPr="00F03B48">
        <w:t xml:space="preserve">the </w:t>
      </w:r>
      <w:r w:rsidR="0053667E" w:rsidRPr="006171C3">
        <w:rPr>
          <w:rStyle w:val="codechar"/>
        </w:rPr>
        <w:t>-</w:t>
      </w:r>
      <w:r w:rsidRPr="006171C3">
        <w:rPr>
          <w:rStyle w:val="codechar"/>
        </w:rPr>
        <w:t>a</w:t>
      </w:r>
      <w:r w:rsidRPr="00F03B48">
        <w:t xml:space="preserve"> shows all ports, while </w:t>
      </w:r>
      <w:r w:rsidR="0053667E" w:rsidRPr="006171C3">
        <w:rPr>
          <w:rStyle w:val="codechar"/>
        </w:rPr>
        <w:t>-</w:t>
      </w:r>
      <w:r w:rsidRPr="006171C3">
        <w:rPr>
          <w:rStyle w:val="codechar"/>
        </w:rPr>
        <w:t>n</w:t>
      </w:r>
      <w:r w:rsidRPr="00F03B48">
        <w:t xml:space="preserve"> </w:t>
      </w:r>
      <w:r w:rsidR="00D7351E">
        <w:t>specifies</w:t>
      </w:r>
      <w:r w:rsidRPr="00F03B48">
        <w:t xml:space="preserve"> output.</w:t>
      </w:r>
      <w:r w:rsidR="0067319D">
        <w:t xml:space="preserve"> </w:t>
      </w:r>
      <w:r w:rsidR="0053667E">
        <w:t>Students</w:t>
      </w:r>
      <w:r w:rsidRPr="00F03B48">
        <w:t xml:space="preserve"> will see their own address and any foreign addresses they’</w:t>
      </w:r>
      <w:r w:rsidR="0053667E">
        <w:t>r</w:t>
      </w:r>
      <w:r w:rsidRPr="00F03B48">
        <w:t>e connected to. After the foreign address, a colon or period separates the port name or number, as in the following:</w:t>
      </w:r>
    </w:p>
    <w:p w:rsidR="0013252A" w:rsidRPr="006171C3" w:rsidRDefault="00B0756F" w:rsidP="006171C3">
      <w:pPr>
        <w:pStyle w:val="BL"/>
        <w:rPr>
          <w:rStyle w:val="codechar"/>
        </w:rPr>
      </w:pPr>
      <w:r w:rsidRPr="006171C3">
        <w:rPr>
          <w:rStyle w:val="codechar"/>
        </w:rPr>
        <w:t xml:space="preserve">205.188.8.58.aol </w:t>
      </w:r>
    </w:p>
    <w:p w:rsidR="0013252A" w:rsidRPr="006171C3" w:rsidRDefault="00B0756F" w:rsidP="006171C3">
      <w:pPr>
        <w:pStyle w:val="BL"/>
        <w:rPr>
          <w:rStyle w:val="codechar"/>
        </w:rPr>
      </w:pPr>
      <w:r w:rsidRPr="006171C3">
        <w:rPr>
          <w:rStyle w:val="codechar"/>
        </w:rPr>
        <w:t>cf-in-f99.google.http</w:t>
      </w:r>
    </w:p>
    <w:p w:rsidR="0013252A" w:rsidRDefault="00B0756F" w:rsidP="006171C3">
      <w:pPr>
        <w:pStyle w:val="BL"/>
      </w:pPr>
      <w:r w:rsidRPr="006171C3">
        <w:rPr>
          <w:rStyle w:val="codechar"/>
        </w:rPr>
        <w:t>localhost.1021</w:t>
      </w:r>
      <w:r w:rsidR="008A5971" w:rsidRPr="006171C3">
        <w:rPr>
          <w:rStyle w:val="codechar"/>
        </w:rPr>
        <w:br/>
      </w:r>
    </w:p>
    <w:p w:rsidR="00B0756F" w:rsidRPr="00F03B48" w:rsidRDefault="00B0756F" w:rsidP="0067319D">
      <w:pPr>
        <w:pStyle w:val="BodyText"/>
      </w:pPr>
      <w:r w:rsidRPr="00F03B48">
        <w:t>Students will likely see many more protocols and ports than they’re familiar with. Explain that port addresses are 16 bits, so there are 2</w:t>
      </w:r>
      <w:r w:rsidRPr="00F03B48">
        <w:rPr>
          <w:vertAlign w:val="superscript"/>
        </w:rPr>
        <w:t>16</w:t>
      </w:r>
      <w:r w:rsidRPr="00F03B48">
        <w:t xml:space="preserve"> ports </w:t>
      </w:r>
      <w:proofErr w:type="gramStart"/>
      <w:r w:rsidRPr="00F03B48">
        <w:t>total,</w:t>
      </w:r>
      <w:proofErr w:type="gramEnd"/>
      <w:r w:rsidRPr="00F03B48">
        <w:t xml:space="preserve"> or 65,535 ports. Of those, 1</w:t>
      </w:r>
      <w:r w:rsidR="0067319D">
        <w:t>,</w:t>
      </w:r>
      <w:r w:rsidRPr="00F03B48">
        <w:t>024 are reserved</w:t>
      </w:r>
      <w:r w:rsidR="0067319D">
        <w:t>,</w:t>
      </w:r>
      <w:r w:rsidRPr="00F03B48">
        <w:t xml:space="preserve"> well-known ports.  </w:t>
      </w:r>
    </w:p>
    <w:p w:rsidR="00B0756F" w:rsidRDefault="00B0756F" w:rsidP="00D7351E">
      <w:pPr>
        <w:pStyle w:val="BodyText"/>
      </w:pPr>
      <w:r w:rsidRPr="00F03B48">
        <w:t>When students perform a netstat scan in their own networks, have them write down additional numbers they discover, perform an online search to find out what the ports are for,</w:t>
      </w:r>
      <w:r w:rsidR="000F637D">
        <w:t xml:space="preserve"> and</w:t>
      </w:r>
      <w:r w:rsidRPr="00F03B48">
        <w:t xml:space="preserve"> then record their observations in Student Resource 11.2</w:t>
      </w:r>
      <w:r w:rsidR="0053667E">
        <w:t xml:space="preserve">, </w:t>
      </w:r>
      <w:r w:rsidR="00D7351E">
        <w:t>Worksheet</w:t>
      </w:r>
      <w:r w:rsidR="0053667E">
        <w:t>: Network Security</w:t>
      </w:r>
      <w:r w:rsidRPr="00F03B48">
        <w:t>.</w:t>
      </w:r>
    </w:p>
    <w:p w:rsidR="00B0756F" w:rsidRPr="00805CC9" w:rsidRDefault="00B0756F" w:rsidP="00B0756F">
      <w:pPr>
        <w:pStyle w:val="ResourceNo"/>
      </w:pPr>
      <w:r>
        <w:lastRenderedPageBreak/>
        <w:t>Teacher Resource 11.3</w:t>
      </w:r>
    </w:p>
    <w:p w:rsidR="00B0756F" w:rsidRDefault="00B0756F" w:rsidP="002D316B">
      <w:pPr>
        <w:pStyle w:val="ResourceTitle"/>
      </w:pPr>
      <w:r>
        <w:t>Guide: Configuring a Firewall</w:t>
      </w:r>
    </w:p>
    <w:p w:rsidR="00B0756F" w:rsidRDefault="00B0756F" w:rsidP="00D27AE3">
      <w:pPr>
        <w:pStyle w:val="TableText"/>
      </w:pPr>
      <w:r>
        <w:t xml:space="preserve">One way to enable a firewall is to use the Security Configuration Wizard </w:t>
      </w:r>
      <w:r w:rsidR="00D27AE3">
        <w:t xml:space="preserve">to </w:t>
      </w:r>
      <w:r>
        <w:t xml:space="preserve">create a new security policy </w:t>
      </w:r>
      <w:r w:rsidR="00D27AE3">
        <w:t xml:space="preserve">that </w:t>
      </w:r>
      <w:r>
        <w:t>displays the inbound ports to be opened or blocked and allows for security auditing.</w:t>
      </w:r>
    </w:p>
    <w:p w:rsidR="00B0756F" w:rsidRDefault="00B0756F" w:rsidP="00D27AE3">
      <w:pPr>
        <w:pStyle w:val="TableText"/>
      </w:pPr>
      <w:r>
        <w:t>Th</w:t>
      </w:r>
      <w:r w:rsidR="00D27AE3">
        <w:t>is</w:t>
      </w:r>
      <w:r>
        <w:t xml:space="preserve"> </w:t>
      </w:r>
      <w:r w:rsidR="00D27AE3">
        <w:t>w</w:t>
      </w:r>
      <w:r>
        <w:t xml:space="preserve">izard also isn’t installed by default. You can add it by going to the Control Panel, selecting Add/Remove Windows Components, </w:t>
      </w:r>
      <w:r w:rsidR="00D27AE3">
        <w:t xml:space="preserve">and </w:t>
      </w:r>
      <w:r>
        <w:t xml:space="preserve">then selecting Security Wizard. Once it’s installed, access it by going to the Start </w:t>
      </w:r>
      <w:r w:rsidR="00D27AE3">
        <w:t>m</w:t>
      </w:r>
      <w:r>
        <w:t xml:space="preserve">enu and </w:t>
      </w:r>
      <w:r w:rsidR="00D27AE3">
        <w:t xml:space="preserve">selecting </w:t>
      </w:r>
      <w:r>
        <w:t>Administrative Tools.</w:t>
      </w:r>
    </w:p>
    <w:p w:rsidR="00B0756F" w:rsidRDefault="00B0756F" w:rsidP="00D27AE3">
      <w:pPr>
        <w:pStyle w:val="TableText"/>
      </w:pPr>
      <w:r>
        <w:t xml:space="preserve">The </w:t>
      </w:r>
      <w:r w:rsidR="00D27AE3">
        <w:t>w</w:t>
      </w:r>
      <w:r>
        <w:t>izard will ask you to open all applications that use network ports so that it can automatically detect the necessary ports. Explain to students that many installations will ask you to close applications, and this is asking just the opposite.</w:t>
      </w:r>
    </w:p>
    <w:p w:rsidR="00B0756F" w:rsidRDefault="00B0756F" w:rsidP="00D27AE3">
      <w:pPr>
        <w:pStyle w:val="TableText"/>
      </w:pPr>
      <w:r>
        <w:t xml:space="preserve">Go ahead and open all such applications, such as Internet Explorer, </w:t>
      </w:r>
      <w:r w:rsidR="00D27AE3">
        <w:t>i</w:t>
      </w:r>
      <w:r>
        <w:t xml:space="preserve">nstant </w:t>
      </w:r>
      <w:r w:rsidR="00D27AE3">
        <w:t>m</w:t>
      </w:r>
      <w:r>
        <w:t>essenger</w:t>
      </w:r>
      <w:r w:rsidR="00D27AE3">
        <w:t>s</w:t>
      </w:r>
      <w:r>
        <w:t xml:space="preserve">, </w:t>
      </w:r>
      <w:r w:rsidR="00D27AE3">
        <w:t>e</w:t>
      </w:r>
      <w:r>
        <w:t>mail</w:t>
      </w:r>
      <w:r w:rsidR="00D27AE3">
        <w:t xml:space="preserve"> clients</w:t>
      </w:r>
      <w:r>
        <w:t xml:space="preserve">, or other programs. Then, continue through the </w:t>
      </w:r>
      <w:r w:rsidR="00D27AE3">
        <w:t>w</w:t>
      </w:r>
      <w:r>
        <w:t xml:space="preserve">izard. </w:t>
      </w:r>
    </w:p>
    <w:p w:rsidR="00B0756F" w:rsidRDefault="00B0756F" w:rsidP="00451A03">
      <w:pPr>
        <w:pStyle w:val="TableText"/>
        <w:tabs>
          <w:tab w:val="left" w:pos="2790"/>
        </w:tabs>
      </w:pPr>
      <w:r>
        <w:t xml:space="preserve">Under Configuration Action, select “Create a </w:t>
      </w:r>
      <w:r w:rsidR="00451A03">
        <w:t>n</w:t>
      </w:r>
      <w:r>
        <w:t xml:space="preserve">ew </w:t>
      </w:r>
      <w:r w:rsidR="00451A03">
        <w:t>s</w:t>
      </w:r>
      <w:r>
        <w:t xml:space="preserve">ecurity </w:t>
      </w:r>
      <w:r w:rsidR="00451A03">
        <w:t>p</w:t>
      </w:r>
      <w:r>
        <w:t xml:space="preserve">olicy.” The </w:t>
      </w:r>
      <w:r w:rsidR="00D27AE3">
        <w:t>w</w:t>
      </w:r>
      <w:r>
        <w:t xml:space="preserve">izard will create a database of needed server roles and network ports. </w:t>
      </w:r>
      <w:r w:rsidR="00451A03">
        <w:t>I</w:t>
      </w:r>
      <w:r>
        <w:t xml:space="preserve">t will </w:t>
      </w:r>
      <w:r w:rsidR="00451A03">
        <w:t xml:space="preserve">then </w:t>
      </w:r>
      <w:r>
        <w:t>show a list of the open ports and applications.</w:t>
      </w:r>
    </w:p>
    <w:p w:rsidR="00B0756F" w:rsidRDefault="00B0756F" w:rsidP="00D27AE3">
      <w:pPr>
        <w:pStyle w:val="TableText"/>
      </w:pPr>
      <w:r>
        <w:t xml:space="preserve">Next in the </w:t>
      </w:r>
      <w:r w:rsidR="00D27AE3">
        <w:t>w</w:t>
      </w:r>
      <w:r>
        <w:t xml:space="preserve">izard is the </w:t>
      </w:r>
      <w:r w:rsidR="00D27AE3">
        <w:t>a</w:t>
      </w:r>
      <w:r>
        <w:t xml:space="preserve">udit </w:t>
      </w:r>
      <w:r w:rsidR="00D27AE3">
        <w:t>p</w:t>
      </w:r>
      <w:r>
        <w:t xml:space="preserve">olicy. Explain to students that an audit is a test of network policies and procedures for accuracy and security. The automatic audit in the </w:t>
      </w:r>
      <w:r w:rsidR="00D27AE3">
        <w:t>w</w:t>
      </w:r>
      <w:r>
        <w:t>izard can be set to monitor successful or failed events to make sure they are functioning smoothly and performing the objective the administrator wants them to.</w:t>
      </w:r>
    </w:p>
    <w:p w:rsidR="00B0756F" w:rsidRDefault="00B0756F" w:rsidP="00B0756F">
      <w:pPr>
        <w:pStyle w:val="TableText"/>
      </w:pPr>
      <w:r>
        <w:t xml:space="preserve">That should complete the wizard and set up the network firewall. </w:t>
      </w:r>
    </w:p>
    <w:p w:rsidR="00B0756F" w:rsidRDefault="00B0756F" w:rsidP="00B0756F">
      <w:pPr>
        <w:pStyle w:val="Resources"/>
      </w:pPr>
      <w:r>
        <w:t>Further Resources</w:t>
      </w:r>
    </w:p>
    <w:p w:rsidR="00B0756F" w:rsidRDefault="00B0756F" w:rsidP="00B0756F">
      <w:pPr>
        <w:pStyle w:val="TableText"/>
      </w:pPr>
      <w:r>
        <w:t>For more information about configuring the firewall, or troubleshooting, refer to online resources such as the following:</w:t>
      </w:r>
    </w:p>
    <w:p w:rsidR="0013252A" w:rsidRDefault="00B0756F" w:rsidP="006171C3">
      <w:pPr>
        <w:pStyle w:val="BL"/>
      </w:pPr>
      <w:r w:rsidRPr="000339EE">
        <w:t xml:space="preserve">Troubleshooting Windows </w:t>
      </w:r>
      <w:r w:rsidR="007F5AFD" w:rsidRPr="000339EE">
        <w:t>f</w:t>
      </w:r>
      <w:r w:rsidRPr="000339EE">
        <w:t xml:space="preserve">irewall with a </w:t>
      </w:r>
      <w:r w:rsidR="007F5AFD" w:rsidRPr="000339EE">
        <w:t>d</w:t>
      </w:r>
      <w:r w:rsidRPr="000339EE">
        <w:t xml:space="preserve">omain </w:t>
      </w:r>
      <w:r w:rsidR="007F5AFD" w:rsidRPr="000339EE">
        <w:t>c</w:t>
      </w:r>
      <w:r w:rsidRPr="000339EE">
        <w:t xml:space="preserve">ontroller: </w:t>
      </w:r>
      <w:hyperlink r:id="rId9" w:history="1">
        <w:r w:rsidRPr="000339EE">
          <w:rPr>
            <w:rStyle w:val="Hyperlink"/>
          </w:rPr>
          <w:t>http://support.microsoft.com/kb/555381</w:t>
        </w:r>
      </w:hyperlink>
    </w:p>
    <w:p w:rsidR="0013252A" w:rsidRDefault="00B0756F" w:rsidP="006171C3">
      <w:pPr>
        <w:pStyle w:val="BL"/>
      </w:pPr>
      <w:r w:rsidRPr="000339EE">
        <w:t xml:space="preserve">Screenshots of running the Security Configuration Wizard: </w:t>
      </w:r>
      <w:hyperlink r:id="rId10" w:history="1">
        <w:r w:rsidRPr="000339EE">
          <w:rPr>
            <w:rStyle w:val="Hyperlink"/>
          </w:rPr>
          <w:t>http://www.windowsecurity.com/articles/Security-Configuration-Wizard-Windows-Server-2003-SP1.html</w:t>
        </w:r>
      </w:hyperlink>
    </w:p>
    <w:p w:rsidR="00B0756F" w:rsidRDefault="00B0756F" w:rsidP="00B0756F">
      <w:pPr>
        <w:pStyle w:val="Resources"/>
      </w:pPr>
      <w:r>
        <w:t>Next Steps</w:t>
      </w:r>
    </w:p>
    <w:p w:rsidR="00B0756F" w:rsidRDefault="00B0756F" w:rsidP="00D7351E">
      <w:pPr>
        <w:pStyle w:val="TableText"/>
      </w:pPr>
      <w:r>
        <w:t>Once students have configured their firewalls, they can perform a network statistics scan again and note the ports that have been closed, and record their findings.</w:t>
      </w:r>
    </w:p>
    <w:p w:rsidR="00B0756F" w:rsidRDefault="00B0756F" w:rsidP="00B0756F">
      <w:pPr>
        <w:pStyle w:val="ResourceNo"/>
      </w:pPr>
      <w:r>
        <w:lastRenderedPageBreak/>
        <w:t xml:space="preserve"> Teacher Resource 11.4</w:t>
      </w:r>
    </w:p>
    <w:p w:rsidR="00B0756F" w:rsidRDefault="00AD0DFE" w:rsidP="00AD0DFE">
      <w:pPr>
        <w:pStyle w:val="ResourceTitle"/>
      </w:pPr>
      <w:r w:rsidRPr="007724E2">
        <w:t>Scenarios:</w:t>
      </w:r>
      <w:r w:rsidR="00B0756F">
        <w:t xml:space="preserve"> Internet Threats</w:t>
      </w:r>
      <w:r w:rsidR="00037972" w:rsidRPr="00037972">
        <w:t xml:space="preserve"> </w:t>
      </w:r>
    </w:p>
    <w:p w:rsidR="00AD0DFE" w:rsidRDefault="0050108E" w:rsidP="000E08AE">
      <w:pPr>
        <w:pStyle w:val="Instructions"/>
        <w:spacing w:after="0"/>
      </w:pPr>
      <w:r>
        <w:t xml:space="preserve">Directions: </w:t>
      </w:r>
      <w:r w:rsidR="00AD0DFE">
        <w:t xml:space="preserve">Make several copies of each scenario and hang them around the room so that students can </w:t>
      </w:r>
      <w:r w:rsidR="00036F7B">
        <w:t>visit the stations where the scenarios are posted</w:t>
      </w:r>
      <w:r w:rsidR="00AD0DFE">
        <w:t xml:space="preserve"> and complete the “</w:t>
      </w:r>
      <w:r w:rsidR="000E08AE">
        <w:t xml:space="preserve">What I </w:t>
      </w:r>
      <w:r w:rsidR="00AD0DFE">
        <w:t>Learned” column of their worksheet.</w:t>
      </w:r>
    </w:p>
    <w:p w:rsidR="00B0756F" w:rsidRPr="000E08AE" w:rsidRDefault="00B0756F" w:rsidP="00AD0DFE">
      <w:pPr>
        <w:pStyle w:val="ResourceNo"/>
        <w:spacing w:before="0" w:after="0"/>
        <w:rPr>
          <w:color w:val="auto"/>
        </w:rPr>
      </w:pPr>
      <w:r w:rsidRPr="000E08AE">
        <w:rPr>
          <w:color w:val="auto"/>
        </w:rPr>
        <w:lastRenderedPageBreak/>
        <w:t>Scenario 1: The New Account</w:t>
      </w:r>
    </w:p>
    <w:p w:rsidR="0050108E" w:rsidRDefault="0050108E" w:rsidP="0050108E">
      <w:pPr>
        <w:pStyle w:val="BodyText"/>
      </w:pPr>
    </w:p>
    <w:p w:rsidR="00FE3C83" w:rsidRPr="00FE3C83" w:rsidRDefault="00FE3C83" w:rsidP="00FE3C83">
      <w:pPr>
        <w:pStyle w:val="BodyText"/>
      </w:pPr>
      <w:r w:rsidRPr="00FE3C83">
        <w:t>Your friend Derek just opened a new credit card so that he can start boosting his credit rating and qualify for a loan to buy a cool new car next year. Soon after he opens the credit account, he gets an email from his bank that says he needs to click a link and verify the password to his account. The email has the bank’s logo and looks legit. So, he opens the link and enters his password in the website that loads up.</w:t>
      </w:r>
    </w:p>
    <w:p w:rsidR="00FE3C83" w:rsidRPr="00FE3C83" w:rsidRDefault="00FE3C83" w:rsidP="00FE3C83">
      <w:pPr>
        <w:pStyle w:val="BodyText"/>
      </w:pPr>
      <w:r w:rsidRPr="00FE3C83">
        <w:t>But the following month, Derek seems to have a problem with his account. His bank statements stop showing up at his house. When he logs in to his online account to see what’s up, he notices that strange items have been charged to his credit card. It says that he bought a new television and even a new stereo system. Now he has a huge late-payment fee and owes more money than he can afford to pay back!</w:t>
      </w:r>
    </w:p>
    <w:p w:rsidR="00B0756F" w:rsidRPr="0050108E" w:rsidRDefault="00B0756F" w:rsidP="0050108E">
      <w:pPr>
        <w:pStyle w:val="BodyText"/>
        <w:rPr>
          <w:b/>
        </w:rPr>
      </w:pPr>
      <w:r w:rsidRPr="0050108E">
        <w:rPr>
          <w:b/>
        </w:rPr>
        <w:t>What’s the scam?</w:t>
      </w:r>
    </w:p>
    <w:p w:rsidR="00B0756F" w:rsidRPr="0050108E" w:rsidRDefault="00B0756F" w:rsidP="0050108E">
      <w:pPr>
        <w:pStyle w:val="BodyText"/>
      </w:pPr>
      <w:r w:rsidRPr="0050108E">
        <w:t xml:space="preserve">Derek is the victim of a classic </w:t>
      </w:r>
      <w:r w:rsidR="000E08AE" w:rsidRPr="0050108E">
        <w:t>p</w:t>
      </w:r>
      <w:r w:rsidRPr="0050108E">
        <w:t>hishing scam. The email he got was a bogus one—it</w:t>
      </w:r>
      <w:r w:rsidR="000E08AE" w:rsidRPr="0050108E">
        <w:t xml:space="preserve"> wa</w:t>
      </w:r>
      <w:r w:rsidRPr="0050108E">
        <w:t xml:space="preserve">s from a hacker trying to get his password, not from the bank. </w:t>
      </w:r>
      <w:r w:rsidR="000E08AE" w:rsidRPr="0050108E">
        <w:t>T</w:t>
      </w:r>
      <w:r w:rsidRPr="0050108E">
        <w:t>he hacker simply copied all the images off the bank’s website and used them to create a new website that looks just like the bank’s, and also created an email that looks like it’s from the bank. When Derek click</w:t>
      </w:r>
      <w:r w:rsidR="000E08AE" w:rsidRPr="0050108E">
        <w:t>ed</w:t>
      </w:r>
      <w:r w:rsidRPr="0050108E">
        <w:t xml:space="preserve"> the link in the email, it sen</w:t>
      </w:r>
      <w:r w:rsidR="000E08AE" w:rsidRPr="0050108E">
        <w:t>t</w:t>
      </w:r>
      <w:r w:rsidRPr="0050108E">
        <w:t xml:space="preserve"> him to this fake website—not his bank’s website. When he enter</w:t>
      </w:r>
      <w:r w:rsidR="000E08AE" w:rsidRPr="0050108E">
        <w:t>ed</w:t>
      </w:r>
      <w:r w:rsidRPr="0050108E">
        <w:t xml:space="preserve"> his password, it</w:t>
      </w:r>
      <w:r w:rsidR="000E08AE" w:rsidRPr="0050108E">
        <w:t xml:space="preserve"> wa</w:t>
      </w:r>
      <w:r w:rsidRPr="0050108E">
        <w:t xml:space="preserve">s the hacker </w:t>
      </w:r>
      <w:r w:rsidR="000E08AE" w:rsidRPr="0050108E">
        <w:t>who received</w:t>
      </w:r>
      <w:r w:rsidRPr="0050108E">
        <w:t xml:space="preserve"> the information, not the bank.</w:t>
      </w:r>
    </w:p>
    <w:p w:rsidR="00B0756F" w:rsidRPr="0050108E" w:rsidRDefault="00B0756F" w:rsidP="0050108E">
      <w:pPr>
        <w:pStyle w:val="BodyText"/>
      </w:pPr>
      <w:r w:rsidRPr="0050108E">
        <w:t xml:space="preserve">The hacker can use </w:t>
      </w:r>
      <w:r w:rsidR="00F74CA7" w:rsidRPr="0050108E">
        <w:t xml:space="preserve">Derek’s </w:t>
      </w:r>
      <w:r w:rsidRPr="0050108E">
        <w:t xml:space="preserve">information </w:t>
      </w:r>
      <w:r w:rsidR="00D55CA8" w:rsidRPr="0050108E">
        <w:t>herself</w:t>
      </w:r>
      <w:r w:rsidR="00F74CA7" w:rsidRPr="0050108E">
        <w:t xml:space="preserve"> </w:t>
      </w:r>
      <w:r w:rsidRPr="0050108E">
        <w:t xml:space="preserve">or sell it on the black market to </w:t>
      </w:r>
      <w:r w:rsidR="00F74CA7" w:rsidRPr="0050108E">
        <w:t>i</w:t>
      </w:r>
      <w:r w:rsidRPr="0050108E">
        <w:t xml:space="preserve">dentity </w:t>
      </w:r>
      <w:r w:rsidR="00F74CA7" w:rsidRPr="0050108E">
        <w:t>t</w:t>
      </w:r>
      <w:r w:rsidRPr="0050108E">
        <w:t xml:space="preserve">hieves. ID </w:t>
      </w:r>
      <w:r w:rsidR="00F74CA7" w:rsidRPr="0050108E">
        <w:t>t</w:t>
      </w:r>
      <w:r w:rsidRPr="0050108E">
        <w:t xml:space="preserve">hieves can use people’s personal information to rack up credit card debt, open new accounts, or even change the address on an existing account. </w:t>
      </w:r>
    </w:p>
    <w:p w:rsidR="00B0756F" w:rsidRPr="0050108E" w:rsidRDefault="00B0756F" w:rsidP="0050108E">
      <w:pPr>
        <w:pStyle w:val="BodyText"/>
        <w:rPr>
          <w:b/>
        </w:rPr>
      </w:pPr>
      <w:r w:rsidRPr="0050108E">
        <w:rPr>
          <w:b/>
        </w:rPr>
        <w:t>What should he have done?</w:t>
      </w:r>
    </w:p>
    <w:p w:rsidR="00B0756F" w:rsidRPr="0050108E" w:rsidRDefault="00B0756F" w:rsidP="0050108E">
      <w:pPr>
        <w:pStyle w:val="BodyText"/>
      </w:pPr>
      <w:r w:rsidRPr="0050108E">
        <w:t xml:space="preserve">Derek should have checked that the email was legitimate before clicking the links and entering his password. First, he needs to learn that a bank will never email and ask for his password. Even so, he could have recognized </w:t>
      </w:r>
      <w:r w:rsidR="00F74CA7" w:rsidRPr="0050108E">
        <w:t>that the email</w:t>
      </w:r>
      <w:r w:rsidRPr="0050108E">
        <w:t xml:space="preserve"> wasn’t real in a couple </w:t>
      </w:r>
      <w:r w:rsidR="00F74CA7" w:rsidRPr="0050108E">
        <w:t xml:space="preserve">of </w:t>
      </w:r>
      <w:r w:rsidRPr="0050108E">
        <w:t xml:space="preserve">ways. </w:t>
      </w:r>
    </w:p>
    <w:p w:rsidR="00B0756F" w:rsidRPr="0050108E" w:rsidRDefault="00B0756F" w:rsidP="0050108E">
      <w:pPr>
        <w:pStyle w:val="BodyText"/>
      </w:pPr>
      <w:r w:rsidRPr="0050108E">
        <w:t>Rather than clicking the link, he could type the bank’s website directly into the navigation bar in his browser. That way, he would be sure to visit the bank’s real site, not a phisher’s site.</w:t>
      </w:r>
    </w:p>
    <w:p w:rsidR="00B0756F" w:rsidRPr="0050108E" w:rsidRDefault="00B0756F" w:rsidP="0050108E">
      <w:pPr>
        <w:pStyle w:val="BodyText"/>
      </w:pPr>
      <w:r w:rsidRPr="0050108E">
        <w:t xml:space="preserve">Or, he could have checked by calling the bank. He </w:t>
      </w:r>
      <w:r w:rsidR="00AD0DFE" w:rsidRPr="0050108E">
        <w:t>could</w:t>
      </w:r>
      <w:r w:rsidRPr="0050108E">
        <w:t xml:space="preserve"> use Google or his old bank statements to make sure he ha</w:t>
      </w:r>
      <w:r w:rsidR="00F74CA7" w:rsidRPr="0050108E">
        <w:t>d</w:t>
      </w:r>
      <w:r w:rsidRPr="0050108E">
        <w:t xml:space="preserve"> the right phone number. </w:t>
      </w:r>
      <w:r w:rsidR="00F74CA7" w:rsidRPr="0050108E">
        <w:t>(</w:t>
      </w:r>
      <w:r w:rsidRPr="0050108E">
        <w:t xml:space="preserve">Remember, the phone numbers in an email might be </w:t>
      </w:r>
      <w:proofErr w:type="gramStart"/>
      <w:r w:rsidRPr="0050108E">
        <w:t>fake</w:t>
      </w:r>
      <w:proofErr w:type="gramEnd"/>
      <w:r w:rsidR="00F74CA7" w:rsidRPr="0050108E">
        <w:t>,</w:t>
      </w:r>
      <w:r w:rsidRPr="0050108E">
        <w:t xml:space="preserve"> too!</w:t>
      </w:r>
      <w:r w:rsidR="00F74CA7" w:rsidRPr="0050108E">
        <w:t>)</w:t>
      </w:r>
      <w:r w:rsidRPr="0050108E">
        <w:t xml:space="preserve">  </w:t>
      </w:r>
    </w:p>
    <w:p w:rsidR="00B0756F" w:rsidRPr="0050108E" w:rsidRDefault="00B0756F" w:rsidP="0050108E">
      <w:pPr>
        <w:pStyle w:val="BodyText"/>
      </w:pPr>
      <w:r w:rsidRPr="0050108E">
        <w:t xml:space="preserve">If </w:t>
      </w:r>
      <w:r w:rsidR="00F74CA7" w:rsidRPr="0050108E">
        <w:t xml:space="preserve">Derek </w:t>
      </w:r>
      <w:r w:rsidRPr="0050108E">
        <w:t xml:space="preserve">had done any of these things, he would </w:t>
      </w:r>
      <w:r w:rsidR="00F74CA7" w:rsidRPr="0050108E">
        <w:t xml:space="preserve">have realized </w:t>
      </w:r>
      <w:r w:rsidRPr="0050108E">
        <w:t xml:space="preserve">that the email was a scam. By notifying the bank </w:t>
      </w:r>
      <w:r w:rsidR="00F74CA7" w:rsidRPr="0050108E">
        <w:t>about the phishing scam</w:t>
      </w:r>
      <w:r w:rsidRPr="0050108E">
        <w:t>, he might also prevent other people from becoming victims.</w:t>
      </w:r>
    </w:p>
    <w:p w:rsidR="00B0756F" w:rsidRPr="0050108E" w:rsidRDefault="00B0756F" w:rsidP="0050108E">
      <w:pPr>
        <w:pStyle w:val="BodyText"/>
        <w:rPr>
          <w:b/>
        </w:rPr>
      </w:pPr>
      <w:r w:rsidRPr="0050108E">
        <w:rPr>
          <w:b/>
        </w:rPr>
        <w:t>What does he need to do now?</w:t>
      </w:r>
    </w:p>
    <w:p w:rsidR="00B0756F" w:rsidRPr="0050108E" w:rsidRDefault="00B0756F" w:rsidP="0050108E">
      <w:pPr>
        <w:pStyle w:val="BodyText"/>
      </w:pPr>
      <w:r w:rsidRPr="0050108E">
        <w:t>Now that he knows his bank account is compromised, he needs to dispute the charges in his credit card account and change the address back to his own. He also needs to change all the passwords on his accounts so that the hacker can’t get in</w:t>
      </w:r>
      <w:r w:rsidR="0080342C" w:rsidRPr="0050108E">
        <w:t>to</w:t>
      </w:r>
      <w:r w:rsidRPr="0050108E">
        <w:t xml:space="preserve"> any other accounts.</w:t>
      </w:r>
    </w:p>
    <w:p w:rsidR="00B0756F" w:rsidRPr="0050108E" w:rsidRDefault="00B0756F" w:rsidP="0050108E">
      <w:pPr>
        <w:pStyle w:val="BodyText"/>
      </w:pPr>
      <w:r w:rsidRPr="0050108E">
        <w:t xml:space="preserve">Since the hacker now has Derek’s personal information, he might have opened other accounts with it, too. Derek needs to call the </w:t>
      </w:r>
      <w:r w:rsidR="0080342C" w:rsidRPr="0050108E">
        <w:t>three</w:t>
      </w:r>
      <w:r w:rsidRPr="0050108E">
        <w:t xml:space="preserve"> credit card reporting companies to get a copy of his credit report and check that no harm has been done. If his credit score has been damaged, he might not qualify for a loan to get his new car.</w:t>
      </w:r>
    </w:p>
    <w:p w:rsidR="00B0756F" w:rsidRPr="00EA4580" w:rsidRDefault="00B0756F" w:rsidP="00B0756F">
      <w:pPr>
        <w:spacing w:line="240" w:lineRule="auto"/>
        <w:ind w:left="0" w:firstLine="0"/>
      </w:pPr>
    </w:p>
    <w:p w:rsidR="00B0756F" w:rsidRPr="00EA4580" w:rsidRDefault="00B0756F" w:rsidP="00B0756F">
      <w:pPr>
        <w:pStyle w:val="ResourceNo"/>
        <w:ind w:left="0" w:firstLine="0"/>
        <w:rPr>
          <w:color w:val="auto"/>
        </w:rPr>
      </w:pPr>
      <w:r w:rsidRPr="00EA4580">
        <w:rPr>
          <w:color w:val="auto"/>
        </w:rPr>
        <w:lastRenderedPageBreak/>
        <w:t>Scenario 2: The Zombie Army</w:t>
      </w:r>
    </w:p>
    <w:p w:rsidR="00B0756F" w:rsidRPr="0050108E" w:rsidRDefault="00FD3515" w:rsidP="0050108E">
      <w:pPr>
        <w:pStyle w:val="BodyText"/>
      </w:pPr>
      <w:r>
        <w:br/>
      </w:r>
      <w:r w:rsidR="00B0756F" w:rsidRPr="0050108E">
        <w:t xml:space="preserve">Angie gets an email with some startling news headlines, such as a major storm that killed several people. Soon after, she has more trouble on her hands. Her computer starts </w:t>
      </w:r>
      <w:r w:rsidR="00FE3C83">
        <w:t>responding</w:t>
      </w:r>
      <w:r w:rsidR="00B0756F" w:rsidRPr="0050108E">
        <w:t xml:space="preserve"> really </w:t>
      </w:r>
      <w:proofErr w:type="gramStart"/>
      <w:r w:rsidR="00B0756F" w:rsidRPr="0050108E">
        <w:t>slow</w:t>
      </w:r>
      <w:r w:rsidR="00FE3C83">
        <w:t>ly</w:t>
      </w:r>
      <w:r w:rsidR="00B0756F" w:rsidRPr="0050108E">
        <w:t>,</w:t>
      </w:r>
      <w:proofErr w:type="gramEnd"/>
      <w:r w:rsidR="00B0756F" w:rsidRPr="0050108E">
        <w:t xml:space="preserve"> and sometimes she gets strange error messages. </w:t>
      </w:r>
      <w:r w:rsidR="00A9359F" w:rsidRPr="0050108E">
        <w:t>Also, h</w:t>
      </w:r>
      <w:r w:rsidR="00B0756F" w:rsidRPr="0050108E">
        <w:t xml:space="preserve">er friends have asked her to stop forwarding email messages, even though she hasn’t been sending anything to them. </w:t>
      </w:r>
    </w:p>
    <w:p w:rsidR="00B0756F" w:rsidRPr="0050108E" w:rsidRDefault="00B0756F" w:rsidP="0050108E">
      <w:pPr>
        <w:pStyle w:val="BodyText"/>
        <w:rPr>
          <w:b/>
        </w:rPr>
      </w:pPr>
      <w:r w:rsidRPr="0050108E">
        <w:rPr>
          <w:b/>
        </w:rPr>
        <w:t>What’s the scam?</w:t>
      </w:r>
    </w:p>
    <w:p w:rsidR="00B0756F" w:rsidRPr="0050108E" w:rsidRDefault="00B0756F" w:rsidP="00FD3515">
      <w:pPr>
        <w:pStyle w:val="BodyText"/>
      </w:pPr>
      <w:r w:rsidRPr="0050108E">
        <w:t>Angie</w:t>
      </w:r>
      <w:r w:rsidR="00A9359F" w:rsidRPr="0050108E">
        <w:t xml:space="preserve"> i</w:t>
      </w:r>
      <w:r w:rsidRPr="0050108E">
        <w:t xml:space="preserve">s probably a victim of a malware scam called the Storm Worm. This particular email worm is spread through email messages </w:t>
      </w:r>
      <w:r w:rsidR="00A9359F" w:rsidRPr="0050108E">
        <w:t xml:space="preserve">that have </w:t>
      </w:r>
      <w:r w:rsidRPr="0050108E">
        <w:t xml:space="preserve">interesting headlines like news stories, or e-cards for the holidays. When someone opens one of these messages, the worm gets downloaded onto her computer. </w:t>
      </w:r>
    </w:p>
    <w:p w:rsidR="00B0756F" w:rsidRPr="0050108E" w:rsidRDefault="00B0756F" w:rsidP="0050108E">
      <w:pPr>
        <w:pStyle w:val="BodyText"/>
      </w:pPr>
      <w:r w:rsidRPr="0050108E">
        <w:t xml:space="preserve">In this case, Angie might not get adware or warnings, because the hacker doesn’t want </w:t>
      </w:r>
      <w:r w:rsidR="00A9359F" w:rsidRPr="0050108E">
        <w:t>her</w:t>
      </w:r>
      <w:r w:rsidRPr="0050108E">
        <w:t xml:space="preserve"> to know </w:t>
      </w:r>
      <w:r w:rsidR="00A9359F" w:rsidRPr="0050108E">
        <w:t>what’s happening</w:t>
      </w:r>
      <w:r w:rsidRPr="0050108E">
        <w:t>. Instead, he uses all the infected computers on his network like one large super computer. He uses automated scripts</w:t>
      </w:r>
      <w:r w:rsidR="00A9359F" w:rsidRPr="0050108E">
        <w:t>—</w:t>
      </w:r>
      <w:r w:rsidRPr="0050108E">
        <w:t>or pieces of code</w:t>
      </w:r>
      <w:r w:rsidR="00A9359F" w:rsidRPr="0050108E">
        <w:t>—</w:t>
      </w:r>
      <w:r w:rsidRPr="0050108E">
        <w:t>to do things on the computers.</w:t>
      </w:r>
    </w:p>
    <w:p w:rsidR="00B0756F" w:rsidRPr="0050108E" w:rsidRDefault="00B0756F" w:rsidP="0050108E">
      <w:pPr>
        <w:pStyle w:val="BodyText"/>
      </w:pPr>
      <w:r w:rsidRPr="0050108E">
        <w:t xml:space="preserve">With these scripts, </w:t>
      </w:r>
      <w:r w:rsidR="00A829B1" w:rsidRPr="0050108E">
        <w:t xml:space="preserve">the hacker </w:t>
      </w:r>
      <w:r w:rsidRPr="0050108E">
        <w:t xml:space="preserve">can change the user’s settings so that she is sharing more information on the network. </w:t>
      </w:r>
      <w:r w:rsidR="00A829B1" w:rsidRPr="0050108E">
        <w:t>H</w:t>
      </w:r>
      <w:r w:rsidRPr="0050108E">
        <w:t xml:space="preserve">e can also </w:t>
      </w:r>
      <w:r w:rsidR="00A829B1" w:rsidRPr="0050108E">
        <w:t xml:space="preserve">forward </w:t>
      </w:r>
      <w:r w:rsidRPr="0050108E">
        <w:t xml:space="preserve">email to everyone in Angie’s address book. He uses the processing power on her computer for a couple </w:t>
      </w:r>
      <w:r w:rsidR="00A829B1" w:rsidRPr="0050108E">
        <w:t xml:space="preserve">of </w:t>
      </w:r>
      <w:r w:rsidRPr="0050108E">
        <w:t>hours a day. Because her computer is infected, but she doesn’t know about it, it’s known as a zombie computer.</w:t>
      </w:r>
    </w:p>
    <w:p w:rsidR="00B0756F" w:rsidRPr="0050108E" w:rsidRDefault="00B0756F" w:rsidP="0050108E">
      <w:pPr>
        <w:pStyle w:val="BodyText"/>
      </w:pPr>
      <w:r w:rsidRPr="0050108E">
        <w:t xml:space="preserve">Since </w:t>
      </w:r>
      <w:r w:rsidR="00A829B1" w:rsidRPr="0050108E">
        <w:t xml:space="preserve">the hacker </w:t>
      </w:r>
      <w:r w:rsidRPr="0050108E">
        <w:t>keeps sending emails and infecting new computers, he’s creating a giant network of infected computers. Each of the computers is infected by an automated robot, so it has become a network of robots, and as a whole, this network is known as a botnet. The Storm Worm is a particular botnet that started forming in 2007 and spread quickly worldwide.</w:t>
      </w:r>
    </w:p>
    <w:p w:rsidR="00B0756F" w:rsidRPr="0050108E" w:rsidRDefault="00B0756F" w:rsidP="0050108E">
      <w:pPr>
        <w:pStyle w:val="BodyText"/>
        <w:rPr>
          <w:b/>
        </w:rPr>
      </w:pPr>
      <w:r w:rsidRPr="0050108E">
        <w:rPr>
          <w:b/>
        </w:rPr>
        <w:t>What should she have done?</w:t>
      </w:r>
    </w:p>
    <w:p w:rsidR="00B0756F" w:rsidRPr="0050108E" w:rsidRDefault="00B0756F" w:rsidP="0050108E">
      <w:pPr>
        <w:pStyle w:val="BodyText"/>
      </w:pPr>
      <w:r w:rsidRPr="0050108E">
        <w:t xml:space="preserve">Angie should be careful </w:t>
      </w:r>
      <w:r w:rsidR="00A829B1" w:rsidRPr="0050108E">
        <w:t>about</w:t>
      </w:r>
      <w:r w:rsidRPr="0050108E">
        <w:t xml:space="preserve"> what emails she opens on her computer. If </w:t>
      </w:r>
      <w:r w:rsidR="00A829B1" w:rsidRPr="0050108E">
        <w:t>an email</w:t>
      </w:r>
      <w:r w:rsidRPr="0050108E">
        <w:t xml:space="preserve"> </w:t>
      </w:r>
      <w:r w:rsidR="00A829B1" w:rsidRPr="0050108E">
        <w:t>is from a sender</w:t>
      </w:r>
      <w:r w:rsidRPr="0050108E">
        <w:t xml:space="preserve"> she doesn’t recognize, or contains a news headline or other sketchy subject header, she shouldn’t open it. </w:t>
      </w:r>
    </w:p>
    <w:p w:rsidR="00B0756F" w:rsidRPr="0050108E" w:rsidRDefault="00B0756F" w:rsidP="0050108E">
      <w:pPr>
        <w:pStyle w:val="BodyText"/>
      </w:pPr>
      <w:r w:rsidRPr="0050108E">
        <w:t>Additionally, Angie should have antivirus and antimalware software on her computer that can protect her. These software programs work by analyzing the code of malicious software that the developers know about and creating a special block against each of the</w:t>
      </w:r>
      <w:r w:rsidR="00A829B1" w:rsidRPr="0050108E">
        <w:t>se</w:t>
      </w:r>
      <w:r w:rsidRPr="0050108E">
        <w:t xml:space="preserve"> viruses or </w:t>
      </w:r>
      <w:r w:rsidR="00A829B1" w:rsidRPr="0050108E">
        <w:t xml:space="preserve">types of </w:t>
      </w:r>
      <w:r w:rsidRPr="0050108E">
        <w:t>malware. The code that protects against a virus is called a signature, because it is specific to that virus. But most antivirus software can’t protect against malware, such as adware or spyware.</w:t>
      </w:r>
    </w:p>
    <w:p w:rsidR="00B0756F" w:rsidRPr="0050108E" w:rsidRDefault="00B0756F" w:rsidP="0050108E">
      <w:pPr>
        <w:pStyle w:val="BodyText"/>
      </w:pPr>
      <w:r w:rsidRPr="0050108E">
        <w:t xml:space="preserve">Additionally, </w:t>
      </w:r>
      <w:r w:rsidR="00A829B1" w:rsidRPr="0050108E">
        <w:t xml:space="preserve">there are always </w:t>
      </w:r>
      <w:r w:rsidRPr="0050108E">
        <w:t xml:space="preserve">new viruses coming out </w:t>
      </w:r>
      <w:r w:rsidR="00A829B1" w:rsidRPr="0050108E">
        <w:t xml:space="preserve">that </w:t>
      </w:r>
      <w:r w:rsidRPr="0050108E">
        <w:t>antivirus programs don’t have the signatures to protect against</w:t>
      </w:r>
      <w:r w:rsidR="00A829B1" w:rsidRPr="0050108E">
        <w:t xml:space="preserve"> yet</w:t>
      </w:r>
      <w:r w:rsidRPr="0050108E">
        <w:t>. So, antivirus software isn’t always effective, and it needs to be updated regularly. That’s why Angie needs to be really careful about what she opens.</w:t>
      </w:r>
    </w:p>
    <w:p w:rsidR="00B0756F" w:rsidRPr="0050108E" w:rsidRDefault="00B0756F" w:rsidP="0050108E">
      <w:pPr>
        <w:pStyle w:val="BodyText"/>
        <w:rPr>
          <w:b/>
        </w:rPr>
      </w:pPr>
      <w:r w:rsidRPr="0050108E">
        <w:rPr>
          <w:b/>
        </w:rPr>
        <w:t>What does she need to do now?</w:t>
      </w:r>
    </w:p>
    <w:p w:rsidR="00B0756F" w:rsidRPr="0050108E" w:rsidRDefault="00B0756F" w:rsidP="0050108E">
      <w:pPr>
        <w:pStyle w:val="BodyText"/>
      </w:pPr>
      <w:r w:rsidRPr="0050108E">
        <w:t xml:space="preserve">Angie needs to find the programs that are doing damage on her computer. She can take it to a technician to get it clean, or find software that can help identify and destroy dangerous files. </w:t>
      </w:r>
    </w:p>
    <w:p w:rsidR="00B0756F" w:rsidRPr="0050108E" w:rsidRDefault="00B0756F" w:rsidP="0050108E">
      <w:pPr>
        <w:pStyle w:val="BodyText"/>
      </w:pPr>
      <w:r w:rsidRPr="0050108E">
        <w:t>She can also look in her Task Manager, if she’s using Windows, to find out what processes are happening in her computer. A quick Google search can help her identify which of these tasks are needed for the system and which are foreign and dangerous.</w:t>
      </w:r>
    </w:p>
    <w:p w:rsidR="00B0756F" w:rsidRPr="0050108E" w:rsidRDefault="00B0756F" w:rsidP="0050108E">
      <w:pPr>
        <w:pStyle w:val="BodyText"/>
      </w:pPr>
      <w:r w:rsidRPr="0050108E">
        <w:t>She should also talk to her friends and let them know that they might be infected too, and that they shouldn’t open any strange</w:t>
      </w:r>
      <w:r w:rsidR="00173332" w:rsidRPr="0050108E">
        <w:t>,</w:t>
      </w:r>
      <w:r w:rsidRPr="0050108E">
        <w:t xml:space="preserve"> forwarded emails from her computer.</w:t>
      </w:r>
    </w:p>
    <w:p w:rsidR="00B0756F" w:rsidRPr="00EA4580" w:rsidRDefault="00B0756F" w:rsidP="00B0756F">
      <w:pPr>
        <w:pStyle w:val="ResourceNo"/>
        <w:ind w:left="0" w:firstLine="0"/>
        <w:rPr>
          <w:color w:val="auto"/>
        </w:rPr>
      </w:pPr>
      <w:r w:rsidRPr="00EA4580">
        <w:rPr>
          <w:color w:val="auto"/>
        </w:rPr>
        <w:lastRenderedPageBreak/>
        <w:t>Scenario 3: Death and Taxes</w:t>
      </w:r>
    </w:p>
    <w:p w:rsidR="00FD3515" w:rsidRDefault="00FD3515" w:rsidP="00885C6A">
      <w:pPr>
        <w:spacing w:line="240" w:lineRule="auto"/>
        <w:ind w:left="0" w:firstLine="0"/>
      </w:pPr>
    </w:p>
    <w:p w:rsidR="00B0756F" w:rsidRPr="00EA4580" w:rsidRDefault="00B0756F" w:rsidP="00885C6A">
      <w:pPr>
        <w:spacing w:line="240" w:lineRule="auto"/>
        <w:ind w:left="0" w:firstLine="0"/>
      </w:pPr>
      <w:r w:rsidRPr="00EA4580">
        <w:t>Clari</w:t>
      </w:r>
      <w:r w:rsidR="00885C6A">
        <w:t>s</w:t>
      </w:r>
      <w:r w:rsidRPr="00EA4580">
        <w:t>se</w:t>
      </w:r>
      <w:r w:rsidR="00885C6A">
        <w:t>,</w:t>
      </w:r>
      <w:r w:rsidRPr="00EA4580">
        <w:t xml:space="preserve"> an accountant, </w:t>
      </w:r>
      <w:r w:rsidR="00885C6A">
        <w:t>is</w:t>
      </w:r>
      <w:r w:rsidRPr="00EA4580">
        <w:t xml:space="preserve"> getting ready for tax season. She stays up all night at the office, typing numbers into spreadsheets. It’s exhausting work, so at the end of the night, she goes home and crashes out. When she comes in</w:t>
      </w:r>
      <w:r w:rsidR="00885C6A">
        <w:t xml:space="preserve"> </w:t>
      </w:r>
      <w:r w:rsidRPr="00EA4580">
        <w:t xml:space="preserve">to work the next day, her computer won’t boot up. </w:t>
      </w:r>
    </w:p>
    <w:p w:rsidR="00B0756F" w:rsidRPr="00EA4580" w:rsidRDefault="00B0756F" w:rsidP="00B0756F">
      <w:pPr>
        <w:spacing w:line="240" w:lineRule="auto"/>
        <w:ind w:left="0" w:firstLine="0"/>
      </w:pPr>
      <w:r w:rsidRPr="00EA4580">
        <w:t>Frantically she calls in tech support, and they find out that her hard drive has crashed. All of her data is gone. She’ll have to do all that data entry over again, from scratch!</w:t>
      </w:r>
    </w:p>
    <w:p w:rsidR="00B0756F" w:rsidRPr="00EA4580" w:rsidRDefault="00B0756F" w:rsidP="00B0756F">
      <w:pPr>
        <w:spacing w:line="240" w:lineRule="auto"/>
        <w:ind w:left="0" w:firstLine="0"/>
        <w:rPr>
          <w:b/>
        </w:rPr>
      </w:pPr>
      <w:r w:rsidRPr="00EA4580">
        <w:rPr>
          <w:b/>
        </w:rPr>
        <w:t>What’s the scam?</w:t>
      </w:r>
    </w:p>
    <w:p w:rsidR="00B0756F" w:rsidRPr="0050108E" w:rsidRDefault="00B0756F" w:rsidP="0050108E">
      <w:pPr>
        <w:pStyle w:val="BodyText"/>
        <w:rPr>
          <w:rStyle w:val="Answerkey"/>
          <w:i w:val="0"/>
          <w:color w:val="000000"/>
        </w:rPr>
      </w:pPr>
      <w:r w:rsidRPr="0050108E">
        <w:rPr>
          <w:rStyle w:val="Answerkey"/>
          <w:i w:val="0"/>
          <w:color w:val="000000"/>
        </w:rPr>
        <w:t>In this case, there’s no scam</w:t>
      </w:r>
      <w:r w:rsidR="00885C6A" w:rsidRPr="0050108E">
        <w:rPr>
          <w:rStyle w:val="Answerkey"/>
          <w:i w:val="0"/>
          <w:color w:val="000000"/>
        </w:rPr>
        <w:t>—</w:t>
      </w:r>
      <w:r w:rsidRPr="0050108E">
        <w:rPr>
          <w:rStyle w:val="Answerkey"/>
          <w:i w:val="0"/>
          <w:color w:val="000000"/>
        </w:rPr>
        <w:t>just poor planning. Hardware gets old, and sometimes it breaks or fails</w:t>
      </w:r>
      <w:r w:rsidR="00885C6A" w:rsidRPr="0050108E">
        <w:rPr>
          <w:rStyle w:val="Answerkey"/>
          <w:i w:val="0"/>
          <w:color w:val="000000"/>
        </w:rPr>
        <w:t xml:space="preserve">; </w:t>
      </w:r>
      <w:r w:rsidRPr="0050108E">
        <w:rPr>
          <w:rStyle w:val="Answerkey"/>
          <w:i w:val="0"/>
          <w:color w:val="000000"/>
        </w:rPr>
        <w:t>even if we don’t drop or harm the computer, it will still fail eventually. Network administrators need to keep track of drives and plan for failure by backing up information regularly. All users should also back up their files regularly.</w:t>
      </w:r>
    </w:p>
    <w:p w:rsidR="00B0756F" w:rsidRPr="00EA4580" w:rsidRDefault="00B0756F" w:rsidP="00B0756F">
      <w:pPr>
        <w:spacing w:line="240" w:lineRule="auto"/>
        <w:ind w:left="0" w:firstLine="0"/>
        <w:rPr>
          <w:b/>
        </w:rPr>
      </w:pPr>
      <w:r w:rsidRPr="00EA4580">
        <w:rPr>
          <w:b/>
        </w:rPr>
        <w:t>What should she have done?</w:t>
      </w:r>
    </w:p>
    <w:p w:rsidR="00B0756F" w:rsidRPr="0050108E" w:rsidRDefault="00885C6A" w:rsidP="0050108E">
      <w:pPr>
        <w:pStyle w:val="BodyText"/>
        <w:rPr>
          <w:rStyle w:val="Answerkey"/>
          <w:i w:val="0"/>
          <w:color w:val="000000"/>
        </w:rPr>
      </w:pPr>
      <w:r w:rsidRPr="0050108E">
        <w:rPr>
          <w:rStyle w:val="Answerkey"/>
          <w:i w:val="0"/>
          <w:color w:val="000000"/>
        </w:rPr>
        <w:t xml:space="preserve">Clarisse </w:t>
      </w:r>
      <w:r w:rsidR="00B0756F" w:rsidRPr="0050108E">
        <w:rPr>
          <w:rStyle w:val="Answerkey"/>
          <w:i w:val="0"/>
          <w:color w:val="000000"/>
        </w:rPr>
        <w:t>should have backed up her files on more than one drive to make sure that if one hard drive fail</w:t>
      </w:r>
      <w:r w:rsidRPr="0050108E">
        <w:rPr>
          <w:rStyle w:val="Answerkey"/>
          <w:i w:val="0"/>
          <w:color w:val="000000"/>
        </w:rPr>
        <w:t>ed</w:t>
      </w:r>
      <w:r w:rsidR="00B0756F" w:rsidRPr="0050108E">
        <w:rPr>
          <w:rStyle w:val="Answerkey"/>
          <w:i w:val="0"/>
          <w:color w:val="000000"/>
        </w:rPr>
        <w:t xml:space="preserve">, she </w:t>
      </w:r>
      <w:r w:rsidRPr="0050108E">
        <w:rPr>
          <w:rStyle w:val="Answerkey"/>
          <w:i w:val="0"/>
          <w:color w:val="000000"/>
        </w:rPr>
        <w:t xml:space="preserve">would </w:t>
      </w:r>
      <w:r w:rsidR="00B0756F" w:rsidRPr="0050108E">
        <w:rPr>
          <w:rStyle w:val="Answerkey"/>
          <w:i w:val="0"/>
          <w:color w:val="000000"/>
        </w:rPr>
        <w:t>still ha</w:t>
      </w:r>
      <w:r w:rsidRPr="0050108E">
        <w:rPr>
          <w:rStyle w:val="Answerkey"/>
          <w:i w:val="0"/>
          <w:color w:val="000000"/>
        </w:rPr>
        <w:t>ve</w:t>
      </w:r>
      <w:r w:rsidR="00B0756F" w:rsidRPr="0050108E">
        <w:rPr>
          <w:rStyle w:val="Answerkey"/>
          <w:i w:val="0"/>
          <w:color w:val="000000"/>
        </w:rPr>
        <w:t xml:space="preserve"> her files intact. She could </w:t>
      </w:r>
      <w:r w:rsidRPr="0050108E">
        <w:rPr>
          <w:rStyle w:val="Answerkey"/>
          <w:i w:val="0"/>
          <w:color w:val="000000"/>
        </w:rPr>
        <w:t xml:space="preserve">have </w:t>
      </w:r>
      <w:r w:rsidR="00B0756F" w:rsidRPr="0050108E">
        <w:rPr>
          <w:rStyle w:val="Answerkey"/>
          <w:i w:val="0"/>
          <w:color w:val="000000"/>
        </w:rPr>
        <w:t>email</w:t>
      </w:r>
      <w:r w:rsidRPr="0050108E">
        <w:rPr>
          <w:rStyle w:val="Answerkey"/>
          <w:i w:val="0"/>
          <w:color w:val="000000"/>
        </w:rPr>
        <w:t>ed</w:t>
      </w:r>
      <w:r w:rsidR="00B0756F" w:rsidRPr="0050108E">
        <w:rPr>
          <w:rStyle w:val="Answerkey"/>
          <w:i w:val="0"/>
          <w:color w:val="000000"/>
        </w:rPr>
        <w:t xml:space="preserve"> </w:t>
      </w:r>
      <w:r w:rsidRPr="0050108E">
        <w:rPr>
          <w:rStyle w:val="Answerkey"/>
          <w:i w:val="0"/>
          <w:color w:val="000000"/>
        </w:rPr>
        <w:t>the files</w:t>
      </w:r>
      <w:r w:rsidR="00B0756F" w:rsidRPr="0050108E">
        <w:rPr>
          <w:rStyle w:val="Answerkey"/>
          <w:i w:val="0"/>
          <w:color w:val="000000"/>
        </w:rPr>
        <w:t xml:space="preserve"> to herself in an online account, so that it was saved on a web server, or she could </w:t>
      </w:r>
      <w:r w:rsidRPr="0050108E">
        <w:rPr>
          <w:rStyle w:val="Answerkey"/>
          <w:i w:val="0"/>
          <w:color w:val="000000"/>
        </w:rPr>
        <w:t xml:space="preserve">have </w:t>
      </w:r>
      <w:r w:rsidR="00B0756F" w:rsidRPr="0050108E">
        <w:rPr>
          <w:rStyle w:val="Answerkey"/>
          <w:i w:val="0"/>
          <w:color w:val="000000"/>
        </w:rPr>
        <w:t>back</w:t>
      </w:r>
      <w:r w:rsidRPr="0050108E">
        <w:rPr>
          <w:rStyle w:val="Answerkey"/>
          <w:i w:val="0"/>
          <w:color w:val="000000"/>
        </w:rPr>
        <w:t>ed</w:t>
      </w:r>
      <w:r w:rsidR="00B0756F" w:rsidRPr="0050108E">
        <w:rPr>
          <w:rStyle w:val="Answerkey"/>
          <w:i w:val="0"/>
          <w:color w:val="000000"/>
        </w:rPr>
        <w:t xml:space="preserve"> it up on a CD, USB drive, or external hard drive. In the best case, she should have backed it up in more than one way, in more than one place. If there’s a fire or natural disaster, that can destroy data too.</w:t>
      </w:r>
    </w:p>
    <w:p w:rsidR="00B0756F" w:rsidRPr="0050108E" w:rsidRDefault="00B0756F" w:rsidP="0050108E">
      <w:pPr>
        <w:pStyle w:val="BodyText"/>
        <w:rPr>
          <w:rStyle w:val="Answerkey"/>
          <w:i w:val="0"/>
          <w:color w:val="000000"/>
        </w:rPr>
      </w:pPr>
      <w:r w:rsidRPr="0050108E">
        <w:rPr>
          <w:rStyle w:val="Answerkey"/>
          <w:i w:val="0"/>
          <w:color w:val="000000"/>
        </w:rPr>
        <w:t>In this case, the network administrators are at fault, too. They need to plan so that if a user’s drive fails, the information is saved elsewhere on the network. They can set up a client/server network so that the information is stored on multiple servers</w:t>
      </w:r>
      <w:r w:rsidR="00885C6A" w:rsidRPr="0050108E">
        <w:rPr>
          <w:rStyle w:val="Answerkey"/>
          <w:i w:val="0"/>
          <w:color w:val="000000"/>
        </w:rPr>
        <w:t>—</w:t>
      </w:r>
      <w:r w:rsidRPr="0050108E">
        <w:rPr>
          <w:rStyle w:val="Answerkey"/>
          <w:i w:val="0"/>
          <w:color w:val="000000"/>
        </w:rPr>
        <w:t>that’s known as redundancy, because the information is stored more than once. They can also set up automatic backups, so that anything on a user’s drive is automatically backed up at the end of the day.</w:t>
      </w:r>
    </w:p>
    <w:p w:rsidR="00B0756F" w:rsidRPr="00EA4580" w:rsidRDefault="00B0756F" w:rsidP="00B0756F">
      <w:pPr>
        <w:pStyle w:val="BodyText"/>
        <w:spacing w:line="240" w:lineRule="auto"/>
        <w:rPr>
          <w:b/>
          <w:color w:val="auto"/>
        </w:rPr>
      </w:pPr>
      <w:r w:rsidRPr="00EA4580">
        <w:rPr>
          <w:b/>
          <w:color w:val="auto"/>
        </w:rPr>
        <w:t>What does she need to do now?</w:t>
      </w:r>
    </w:p>
    <w:p w:rsidR="00B0756F" w:rsidRPr="0050108E" w:rsidRDefault="00885C6A" w:rsidP="0050108E">
      <w:pPr>
        <w:pStyle w:val="BodyText"/>
      </w:pPr>
      <w:r w:rsidRPr="0050108E">
        <w:t xml:space="preserve">Clarisse </w:t>
      </w:r>
      <w:r w:rsidR="00B0756F" w:rsidRPr="0050108E">
        <w:t xml:space="preserve">and the network administrators need to start planning for failure that might happen in the future. They should set up procedures to back </w:t>
      </w:r>
      <w:r w:rsidRPr="0050108E">
        <w:t xml:space="preserve">up </w:t>
      </w:r>
      <w:r w:rsidR="00B0756F" w:rsidRPr="0050108E">
        <w:t>data regularly</w:t>
      </w:r>
      <w:r w:rsidRPr="0050108E">
        <w:t xml:space="preserve"> and</w:t>
      </w:r>
      <w:r w:rsidR="00B0756F" w:rsidRPr="0050108E">
        <w:t xml:space="preserve"> save files onto network servers. They might also want to take inventory of their drives and replace any that are old and might fail soon.</w:t>
      </w:r>
    </w:p>
    <w:p w:rsidR="00B0756F" w:rsidRPr="00EA4580" w:rsidRDefault="00B0756F" w:rsidP="00B0756F">
      <w:pPr>
        <w:pStyle w:val="ResourceNo"/>
        <w:ind w:left="0" w:firstLine="0"/>
        <w:rPr>
          <w:color w:val="auto"/>
        </w:rPr>
      </w:pPr>
      <w:r w:rsidRPr="00EA4580">
        <w:rPr>
          <w:color w:val="auto"/>
        </w:rPr>
        <w:lastRenderedPageBreak/>
        <w:t>Scenario 4: The Pirate Spy</w:t>
      </w:r>
    </w:p>
    <w:p w:rsidR="00FD3515" w:rsidRDefault="00FD3515" w:rsidP="00B0756F">
      <w:pPr>
        <w:spacing w:line="240" w:lineRule="auto"/>
        <w:ind w:left="0" w:firstLine="0"/>
      </w:pPr>
    </w:p>
    <w:p w:rsidR="00B0756F" w:rsidRPr="00EA4580" w:rsidRDefault="00B0756F" w:rsidP="00B0756F">
      <w:pPr>
        <w:spacing w:line="240" w:lineRule="auto"/>
        <w:ind w:left="0" w:firstLine="0"/>
      </w:pPr>
      <w:r w:rsidRPr="00EA4580">
        <w:t xml:space="preserve">Ronnie is a government spy. He’s always collecting intelligence on the actions of foreign governments and potential terrorists, and keeps most of it on the laptop computer he carries around everywhere. </w:t>
      </w:r>
    </w:p>
    <w:p w:rsidR="00B0756F" w:rsidRPr="00EA4580" w:rsidRDefault="00B0756F" w:rsidP="00C02600">
      <w:pPr>
        <w:spacing w:line="240" w:lineRule="auto"/>
        <w:ind w:left="0" w:firstLine="0"/>
      </w:pPr>
      <w:r w:rsidRPr="00EA4580">
        <w:t xml:space="preserve">Ronnie has one weakness: </w:t>
      </w:r>
      <w:r w:rsidR="00C02600">
        <w:t>H</w:t>
      </w:r>
      <w:r w:rsidRPr="00EA4580">
        <w:t>e loves listening to music, and he</w:t>
      </w:r>
      <w:r w:rsidR="00C2542F">
        <w:t xml:space="preserve"> ha</w:t>
      </w:r>
      <w:r w:rsidRPr="00EA4580">
        <w:t>s turned into a music pirate. He downloads new songs off of peer-to-peer networks on the Internet. Unfortunately, even though he’s a genius spy, he’s not very computer savvy. So, he hasn’t protected any of his confidential information.</w:t>
      </w:r>
    </w:p>
    <w:p w:rsidR="00B0756F" w:rsidRPr="00EA4580" w:rsidRDefault="00B0756F" w:rsidP="00C2542F">
      <w:pPr>
        <w:pStyle w:val="BodyText"/>
        <w:spacing w:line="240" w:lineRule="auto"/>
        <w:rPr>
          <w:color w:val="auto"/>
        </w:rPr>
      </w:pPr>
      <w:r w:rsidRPr="00EA4580">
        <w:rPr>
          <w:color w:val="auto"/>
        </w:rPr>
        <w:t>All of Ronnie’s personal information, like his tax returns, and his confidential reports on the governments are being kept in the same folder that he’s sharing music from. What he doesn’t realize is that his enemies have discovered that they can download all of his intelligence from his computer while he’s downloading music from other sources on the Internet.</w:t>
      </w:r>
    </w:p>
    <w:p w:rsidR="00B0756F" w:rsidRPr="00EA4580" w:rsidRDefault="00B0756F" w:rsidP="00B0756F">
      <w:pPr>
        <w:spacing w:line="240" w:lineRule="auto"/>
        <w:ind w:left="0" w:firstLine="0"/>
        <w:rPr>
          <w:b/>
        </w:rPr>
      </w:pPr>
      <w:r w:rsidRPr="00EA4580">
        <w:rPr>
          <w:b/>
        </w:rPr>
        <w:t>What’s the scam?</w:t>
      </w:r>
    </w:p>
    <w:p w:rsidR="00B0756F" w:rsidRPr="0050108E" w:rsidRDefault="00B0756F" w:rsidP="0050108E">
      <w:pPr>
        <w:pStyle w:val="BodyText"/>
      </w:pPr>
      <w:r w:rsidRPr="0050108E">
        <w:t xml:space="preserve">Ronnie’s enemies can use all of his confidential information against him. If it’s government information, they could use it to plot against the government and plan out a strategy for attack or fraud. If it’s his personal tax documents, they’ll know how much money he has and how he spends it. They’ll also have his Social Security number, so they can open new accounts in his name and rack up a lot of debt. </w:t>
      </w:r>
    </w:p>
    <w:p w:rsidR="00B0756F" w:rsidRPr="0050108E" w:rsidRDefault="00B0756F" w:rsidP="0050108E">
      <w:pPr>
        <w:pStyle w:val="BodyText"/>
        <w:rPr>
          <w:b/>
        </w:rPr>
      </w:pPr>
      <w:r w:rsidRPr="0050108E">
        <w:rPr>
          <w:b/>
        </w:rPr>
        <w:t>What should he have done?</w:t>
      </w:r>
    </w:p>
    <w:p w:rsidR="00B0756F" w:rsidRPr="0050108E" w:rsidRDefault="00B0756F" w:rsidP="0050108E">
      <w:pPr>
        <w:pStyle w:val="BodyText"/>
      </w:pPr>
      <w:r w:rsidRPr="0050108E">
        <w:t xml:space="preserve">Ronnie shouldn’t be downloading music off the </w:t>
      </w:r>
      <w:r w:rsidR="00990DC6" w:rsidRPr="0050108E">
        <w:t>N</w:t>
      </w:r>
      <w:r w:rsidRPr="0050108E">
        <w:t xml:space="preserve">et to begin with. First, it’s illegal, and second, he has too much personal information to lose. If he needs to download something off </w:t>
      </w:r>
      <w:r w:rsidR="00990DC6" w:rsidRPr="0050108E">
        <w:t xml:space="preserve">of </w:t>
      </w:r>
      <w:r w:rsidRPr="0050108E">
        <w:t>a peer-to-peer network, he should use a different laptop for his downloads. Or, he could make sure that his Shared folder doesn’t contain critical information, and that all the confidential documents are protected by encryption. If he encrypts the documents, anyone who gets them will need a special code to open them. Even if he doesn’t download music, he should encrypt files anyway, so that if the laptop is stolen, the data won’t be compromised.</w:t>
      </w:r>
    </w:p>
    <w:p w:rsidR="00B0756F" w:rsidRPr="0050108E" w:rsidRDefault="00B0756F" w:rsidP="0050108E">
      <w:pPr>
        <w:pStyle w:val="BodyText"/>
        <w:rPr>
          <w:b/>
        </w:rPr>
      </w:pPr>
      <w:r w:rsidRPr="0050108E">
        <w:rPr>
          <w:b/>
        </w:rPr>
        <w:t>What does he need to do now?</w:t>
      </w:r>
    </w:p>
    <w:p w:rsidR="00B0756F" w:rsidRPr="0050108E" w:rsidRDefault="00B0756F" w:rsidP="0050108E">
      <w:pPr>
        <w:pStyle w:val="BodyText"/>
      </w:pPr>
      <w:r w:rsidRPr="0050108E">
        <w:t xml:space="preserve">Ronnie needs to alert the authorities that the information might be compromised. Then, he needs to protect his information in all the ways he should have to begin with. He should also keep close tabs on his bank accounts and credit report, to make sure his enemies aren’t racking up debt </w:t>
      </w:r>
      <w:r w:rsidR="00DE6CE0" w:rsidRPr="0050108E">
        <w:t>in his name</w:t>
      </w:r>
      <w:r w:rsidRPr="0050108E">
        <w:t>.</w:t>
      </w:r>
    </w:p>
    <w:p w:rsidR="00B0756F" w:rsidRPr="00EA4580" w:rsidRDefault="00B0756F" w:rsidP="00B0756F">
      <w:pPr>
        <w:spacing w:line="240" w:lineRule="auto"/>
        <w:ind w:left="0" w:firstLine="0"/>
      </w:pPr>
    </w:p>
    <w:p w:rsidR="00B0756F" w:rsidRDefault="00B0756F" w:rsidP="00B0756F">
      <w:pPr>
        <w:pStyle w:val="ResourceNo"/>
      </w:pPr>
      <w:r>
        <w:lastRenderedPageBreak/>
        <w:t>Teacher Resource 11.5</w:t>
      </w:r>
    </w:p>
    <w:p w:rsidR="00B0756F" w:rsidRDefault="00B0756F" w:rsidP="00B0756F">
      <w:pPr>
        <w:pStyle w:val="ResourceTitle"/>
      </w:pPr>
      <w:r>
        <w:t>Test: Network Security</w:t>
      </w:r>
    </w:p>
    <w:p w:rsidR="0088551C" w:rsidRDefault="0088551C" w:rsidP="0088551C">
      <w:pPr>
        <w:pStyle w:val="Instructions"/>
      </w:pPr>
      <w:r>
        <w:t>Student Name</w:t>
      </w:r>
      <w:proofErr w:type="gramStart"/>
      <w:r>
        <w:t>:_</w:t>
      </w:r>
      <w:proofErr w:type="gramEnd"/>
      <w:r>
        <w:t>______________________________________________ Date:___________</w:t>
      </w:r>
    </w:p>
    <w:p w:rsidR="00B0756F" w:rsidRPr="000339EE" w:rsidRDefault="00B0756F" w:rsidP="006171C3">
      <w:pPr>
        <w:pStyle w:val="Numbered"/>
      </w:pPr>
      <w:r w:rsidRPr="000339EE">
        <w:t>Name two reason</w:t>
      </w:r>
      <w:r w:rsidR="00CF09B9" w:rsidRPr="000339EE">
        <w:t>s</w:t>
      </w:r>
      <w:r w:rsidRPr="000339EE">
        <w:t xml:space="preserve"> to monitor network traffic</w:t>
      </w:r>
      <w:r w:rsidR="00CF09B9" w:rsidRPr="000339EE">
        <w:t>,</w:t>
      </w:r>
      <w:r w:rsidRPr="000339EE">
        <w:t xml:space="preserve"> and explain how </w:t>
      </w:r>
      <w:r w:rsidR="00037972" w:rsidRPr="006171C3">
        <w:t>monitoring</w:t>
      </w:r>
      <w:r w:rsidRPr="000339EE">
        <w:t xml:space="preserve"> can prevent or control a network problem.</w:t>
      </w:r>
      <w:r w:rsidR="00037972" w:rsidRPr="000339EE">
        <w:br/>
      </w:r>
      <w:r w:rsidR="00037972" w:rsidRPr="000339EE">
        <w:br/>
      </w:r>
      <w:r w:rsidR="00037972" w:rsidRPr="000339EE">
        <w:br/>
      </w:r>
      <w:r w:rsidR="00037972" w:rsidRPr="000339EE">
        <w:br/>
      </w:r>
      <w:r w:rsidR="00037972" w:rsidRPr="000339EE">
        <w:br/>
      </w:r>
      <w:r w:rsidR="00037972" w:rsidRPr="000339EE">
        <w:br/>
      </w:r>
      <w:r w:rsidR="00037972" w:rsidRPr="000339EE">
        <w:br/>
      </w:r>
    </w:p>
    <w:p w:rsidR="00B0756F" w:rsidRPr="000339EE" w:rsidRDefault="00B0756F" w:rsidP="006171C3">
      <w:pPr>
        <w:pStyle w:val="Numbered"/>
      </w:pPr>
      <w:r w:rsidRPr="000339EE">
        <w:t>Explain one way to block bad traffic from entering a network.</w:t>
      </w:r>
      <w:r w:rsidR="00037972" w:rsidRPr="000339EE">
        <w:br/>
      </w:r>
      <w:r w:rsidR="00037972" w:rsidRPr="000339EE">
        <w:br/>
      </w:r>
      <w:r w:rsidR="00037972" w:rsidRPr="000339EE">
        <w:br/>
      </w:r>
      <w:r w:rsidR="00037972" w:rsidRPr="000339EE">
        <w:br/>
      </w:r>
      <w:r w:rsidR="00037972" w:rsidRPr="000339EE">
        <w:br/>
      </w:r>
      <w:r w:rsidR="00037972" w:rsidRPr="000339EE">
        <w:br/>
      </w:r>
      <w:r w:rsidR="00037972" w:rsidRPr="000339EE">
        <w:br/>
      </w:r>
    </w:p>
    <w:p w:rsidR="00B0756F" w:rsidRPr="000339EE" w:rsidRDefault="00B0756F" w:rsidP="006171C3">
      <w:pPr>
        <w:pStyle w:val="Numbered"/>
      </w:pPr>
      <w:r w:rsidRPr="000339EE">
        <w:t xml:space="preserve">Explain what the </w:t>
      </w:r>
      <w:proofErr w:type="spellStart"/>
      <w:r w:rsidR="0013252A" w:rsidRPr="0013252A">
        <w:rPr>
          <w:rFonts w:ascii="Courier New" w:hAnsi="Courier New"/>
        </w:rPr>
        <w:t>netstat</w:t>
      </w:r>
      <w:proofErr w:type="spellEnd"/>
      <w:r w:rsidRPr="000339EE">
        <w:t xml:space="preserve"> command is for and how to use it.</w:t>
      </w:r>
      <w:r w:rsidR="00037972" w:rsidRPr="000339EE">
        <w:br/>
      </w:r>
      <w:r w:rsidR="00037972" w:rsidRPr="000339EE">
        <w:br/>
      </w:r>
      <w:r w:rsidR="00037972" w:rsidRPr="000339EE">
        <w:br/>
      </w:r>
      <w:r w:rsidR="00037972" w:rsidRPr="000339EE">
        <w:br/>
      </w:r>
      <w:r w:rsidR="00037972" w:rsidRPr="000339EE">
        <w:br/>
      </w:r>
      <w:r w:rsidR="00037972" w:rsidRPr="000339EE">
        <w:br/>
      </w:r>
      <w:r w:rsidR="00037972" w:rsidRPr="000339EE">
        <w:br/>
      </w:r>
    </w:p>
    <w:p w:rsidR="00B0756F" w:rsidRPr="000339EE" w:rsidRDefault="00B0756F" w:rsidP="006171C3">
      <w:pPr>
        <w:pStyle w:val="Numbered"/>
      </w:pPr>
      <w:r w:rsidRPr="000339EE">
        <w:t xml:space="preserve">Describe two types of network threats that you might face </w:t>
      </w:r>
      <w:r w:rsidR="00CF09B9" w:rsidRPr="000339EE">
        <w:t xml:space="preserve">while </w:t>
      </w:r>
      <w:r w:rsidRPr="000339EE">
        <w:t>browsing the Internet, including how the issues might come up, what consequence</w:t>
      </w:r>
      <w:r w:rsidR="00CD2827" w:rsidRPr="000339EE">
        <w:t>s</w:t>
      </w:r>
      <w:r w:rsidRPr="000339EE">
        <w:t xml:space="preserve"> they have, and how the</w:t>
      </w:r>
      <w:r w:rsidR="00CD2827" w:rsidRPr="000339EE">
        <w:t>se threats</w:t>
      </w:r>
      <w:r w:rsidRPr="000339EE">
        <w:t xml:space="preserve"> might be avoided.</w:t>
      </w:r>
    </w:p>
    <w:p w:rsidR="00B0756F" w:rsidRDefault="00B0756F" w:rsidP="00B0756F">
      <w:pPr>
        <w:pStyle w:val="BodyText"/>
      </w:pPr>
    </w:p>
    <w:p w:rsidR="00B0756F" w:rsidRDefault="00B0756F" w:rsidP="00B0756F">
      <w:pPr>
        <w:pStyle w:val="BodyText"/>
      </w:pPr>
    </w:p>
    <w:p w:rsidR="00B0756F" w:rsidRDefault="00B0756F" w:rsidP="00B0756F">
      <w:pPr>
        <w:pStyle w:val="BodyText"/>
      </w:pPr>
    </w:p>
    <w:p w:rsidR="00B0756F" w:rsidRDefault="00B0756F" w:rsidP="00B0756F">
      <w:pPr>
        <w:pStyle w:val="BodyText"/>
      </w:pPr>
    </w:p>
    <w:p w:rsidR="00B0756F" w:rsidRDefault="00B0756F" w:rsidP="00B0756F">
      <w:pPr>
        <w:pStyle w:val="BodyText"/>
      </w:pPr>
    </w:p>
    <w:p w:rsidR="00B0756F" w:rsidRDefault="00B0756F" w:rsidP="00B0756F">
      <w:pPr>
        <w:pStyle w:val="ResourceNo"/>
        <w:ind w:left="0" w:firstLine="0"/>
      </w:pPr>
      <w:r>
        <w:lastRenderedPageBreak/>
        <w:t>Teacher Resource 11.6</w:t>
      </w:r>
    </w:p>
    <w:p w:rsidR="00037972" w:rsidRDefault="00B0756F" w:rsidP="00037972">
      <w:pPr>
        <w:pStyle w:val="ResourceTitle"/>
      </w:pPr>
      <w:r>
        <w:t>Answer Key: Network Security Test</w:t>
      </w:r>
    </w:p>
    <w:p w:rsidR="00B0756F" w:rsidRPr="005D4593" w:rsidRDefault="00B0756F" w:rsidP="00B0756F">
      <w:pPr>
        <w:pStyle w:val="BodyText"/>
      </w:pPr>
    </w:p>
    <w:p w:rsidR="00037972" w:rsidRDefault="00037972" w:rsidP="006171C3">
      <w:pPr>
        <w:pStyle w:val="Numbered"/>
        <w:rPr>
          <w:lang w:bidi="en-US"/>
        </w:rPr>
      </w:pPr>
      <w:r w:rsidRPr="00A91EAA">
        <w:rPr>
          <w:lang w:bidi="en-US"/>
        </w:rPr>
        <w:t>Name two reason</w:t>
      </w:r>
      <w:r w:rsidR="00A108A9">
        <w:rPr>
          <w:lang w:bidi="en-US"/>
        </w:rPr>
        <w:t>s</w:t>
      </w:r>
      <w:r w:rsidRPr="00A91EAA">
        <w:rPr>
          <w:lang w:bidi="en-US"/>
        </w:rPr>
        <w:t xml:space="preserve"> to monitor network traffic</w:t>
      </w:r>
      <w:r w:rsidR="00A108A9">
        <w:rPr>
          <w:lang w:bidi="en-US"/>
        </w:rPr>
        <w:t>,</w:t>
      </w:r>
      <w:r w:rsidRPr="00A91EAA">
        <w:rPr>
          <w:lang w:bidi="en-US"/>
        </w:rPr>
        <w:t xml:space="preserve"> and explain how </w:t>
      </w:r>
      <w:r>
        <w:rPr>
          <w:lang w:bidi="en-US"/>
        </w:rPr>
        <w:t>monitoring</w:t>
      </w:r>
      <w:r w:rsidRPr="00A91EAA">
        <w:rPr>
          <w:lang w:bidi="en-US"/>
        </w:rPr>
        <w:t xml:space="preserve"> can prevent or control a network problem.</w:t>
      </w:r>
    </w:p>
    <w:p w:rsidR="00752BD7" w:rsidRDefault="00037972" w:rsidP="00625D55">
      <w:pPr>
        <w:pStyle w:val="Indent"/>
        <w:rPr>
          <w:rStyle w:val="Answerkey"/>
        </w:rPr>
      </w:pPr>
      <w:r w:rsidRPr="00037972">
        <w:rPr>
          <w:rStyle w:val="Answerkey"/>
        </w:rPr>
        <w:t xml:space="preserve">Helps administrators stay aware of potential problems and pinpoint the </w:t>
      </w:r>
      <w:r w:rsidRPr="00625D55">
        <w:rPr>
          <w:rStyle w:val="Answerkey"/>
          <w:i w:val="0"/>
          <w:color w:val="000000"/>
        </w:rPr>
        <w:t>source</w:t>
      </w:r>
      <w:r w:rsidRPr="00037972">
        <w:rPr>
          <w:rStyle w:val="Answerkey"/>
        </w:rPr>
        <w:t xml:space="preserve"> of adverse traffic, such as a computer spamming other computers, a denial</w:t>
      </w:r>
      <w:r w:rsidR="00A041AC">
        <w:rPr>
          <w:rStyle w:val="Answerkey"/>
        </w:rPr>
        <w:t>-</w:t>
      </w:r>
      <w:r w:rsidRPr="00037972">
        <w:rPr>
          <w:rStyle w:val="Answerkey"/>
        </w:rPr>
        <w:t>of</w:t>
      </w:r>
      <w:r w:rsidR="00A041AC">
        <w:rPr>
          <w:rStyle w:val="Answerkey"/>
        </w:rPr>
        <w:t>-</w:t>
      </w:r>
      <w:r w:rsidRPr="00037972">
        <w:rPr>
          <w:rStyle w:val="Answerkey"/>
        </w:rPr>
        <w:t>service attack, etc. Also helps admin</w:t>
      </w:r>
      <w:r w:rsidR="005C4FD6">
        <w:rPr>
          <w:rStyle w:val="Answerkey"/>
        </w:rPr>
        <w:t>istrators</w:t>
      </w:r>
      <w:r w:rsidRPr="00037972">
        <w:rPr>
          <w:rStyle w:val="Answerkey"/>
        </w:rPr>
        <w:t xml:space="preserve"> stay aware of peak traffic flow</w:t>
      </w:r>
      <w:r w:rsidR="005C4FD6">
        <w:rPr>
          <w:rStyle w:val="Answerkey"/>
        </w:rPr>
        <w:t xml:space="preserve"> and</w:t>
      </w:r>
      <w:r w:rsidRPr="00037972">
        <w:rPr>
          <w:rStyle w:val="Answerkey"/>
        </w:rPr>
        <w:t xml:space="preserve"> employee misuse of bandwidth (</w:t>
      </w:r>
      <w:r w:rsidR="005C4FD6">
        <w:rPr>
          <w:rStyle w:val="Answerkey"/>
        </w:rPr>
        <w:t>e.g.,</w:t>
      </w:r>
      <w:r w:rsidRPr="00037972">
        <w:rPr>
          <w:rStyle w:val="Answerkey"/>
        </w:rPr>
        <w:t xml:space="preserve"> for video, porn, etc</w:t>
      </w:r>
      <w:r w:rsidR="005C4FD6">
        <w:rPr>
          <w:rStyle w:val="Answerkey"/>
        </w:rPr>
        <w:t>.</w:t>
      </w:r>
      <w:r w:rsidRPr="00037972">
        <w:rPr>
          <w:rStyle w:val="Answerkey"/>
        </w:rPr>
        <w:t>).</w:t>
      </w:r>
      <w:r w:rsidRPr="00037972">
        <w:rPr>
          <w:rStyle w:val="Answerkey"/>
        </w:rPr>
        <w:br/>
      </w:r>
    </w:p>
    <w:p w:rsidR="00037972" w:rsidRDefault="00037972" w:rsidP="006171C3">
      <w:pPr>
        <w:pStyle w:val="Numbered"/>
        <w:rPr>
          <w:lang w:bidi="en-US"/>
        </w:rPr>
      </w:pPr>
      <w:r w:rsidRPr="00A91EAA">
        <w:rPr>
          <w:lang w:bidi="en-US"/>
        </w:rPr>
        <w:t>Explain one way to block bad traffic from entering a network.</w:t>
      </w:r>
    </w:p>
    <w:p w:rsidR="00752BD7" w:rsidRDefault="00037972" w:rsidP="00625D55">
      <w:pPr>
        <w:pStyle w:val="Indent"/>
        <w:rPr>
          <w:rStyle w:val="Answerkey"/>
        </w:rPr>
      </w:pPr>
      <w:r w:rsidRPr="00E15185">
        <w:rPr>
          <w:rStyle w:val="Answerkey"/>
        </w:rPr>
        <w:t xml:space="preserve">Ban usage of portable storage </w:t>
      </w:r>
      <w:proofErr w:type="gramStart"/>
      <w:r w:rsidRPr="00E15185">
        <w:rPr>
          <w:rStyle w:val="Answerkey"/>
        </w:rPr>
        <w:t>devices,</w:t>
      </w:r>
      <w:proofErr w:type="gramEnd"/>
      <w:r w:rsidRPr="00E15185">
        <w:rPr>
          <w:rStyle w:val="Answerkey"/>
        </w:rPr>
        <w:t xml:space="preserve"> block unneeded network ports using a firewall, block pop-ups, etc.</w:t>
      </w:r>
      <w:r w:rsidRPr="00E15185">
        <w:rPr>
          <w:rStyle w:val="Answerkey"/>
        </w:rPr>
        <w:br/>
      </w:r>
    </w:p>
    <w:p w:rsidR="00E15185" w:rsidRDefault="00037972" w:rsidP="006171C3">
      <w:pPr>
        <w:pStyle w:val="Numbered"/>
        <w:rPr>
          <w:lang w:bidi="en-US"/>
        </w:rPr>
      </w:pPr>
      <w:r w:rsidRPr="00A91EAA">
        <w:rPr>
          <w:lang w:bidi="en-US"/>
        </w:rPr>
        <w:t xml:space="preserve">Explain what the </w:t>
      </w:r>
      <w:r w:rsidR="0013252A" w:rsidRPr="0013252A">
        <w:rPr>
          <w:rFonts w:ascii="Courier New" w:hAnsi="Courier New"/>
          <w:lang w:bidi="en-US"/>
        </w:rPr>
        <w:t>netstat</w:t>
      </w:r>
      <w:r w:rsidRPr="00A91EAA">
        <w:rPr>
          <w:lang w:bidi="en-US"/>
        </w:rPr>
        <w:t xml:space="preserve"> command is for and how to use it.</w:t>
      </w:r>
    </w:p>
    <w:p w:rsidR="00752BD7" w:rsidRDefault="001313D8" w:rsidP="00625D55">
      <w:pPr>
        <w:pStyle w:val="Indent"/>
        <w:rPr>
          <w:rStyle w:val="Answerkey"/>
        </w:rPr>
      </w:pPr>
      <w:r>
        <w:rPr>
          <w:rStyle w:val="Answerkey"/>
        </w:rPr>
        <w:t>The n</w:t>
      </w:r>
      <w:r w:rsidR="00E15185" w:rsidRPr="00E15185">
        <w:rPr>
          <w:rStyle w:val="Answerkey"/>
        </w:rPr>
        <w:t>etwork statistics (</w:t>
      </w:r>
      <w:proofErr w:type="spellStart"/>
      <w:r w:rsidR="0013252A" w:rsidRPr="0013252A">
        <w:rPr>
          <w:rStyle w:val="Answerkey"/>
          <w:rFonts w:ascii="Courier New" w:hAnsi="Courier New"/>
        </w:rPr>
        <w:t>netstat</w:t>
      </w:r>
      <w:proofErr w:type="spellEnd"/>
      <w:r w:rsidR="00E15185" w:rsidRPr="00E15185">
        <w:rPr>
          <w:rStyle w:val="Answerkey"/>
        </w:rPr>
        <w:t xml:space="preserve">) </w:t>
      </w:r>
      <w:r>
        <w:rPr>
          <w:rStyle w:val="Answerkey"/>
        </w:rPr>
        <w:t xml:space="preserve">command </w:t>
      </w:r>
      <w:r w:rsidR="00E15185" w:rsidRPr="00E15185">
        <w:rPr>
          <w:rStyle w:val="Answerkey"/>
        </w:rPr>
        <w:t>shows open and in-use network ports and any addresses the computer is connected to. It can be used to monitor network traffic and identify ports that are open.</w:t>
      </w:r>
      <w:r w:rsidR="00037972" w:rsidRPr="00E15185">
        <w:rPr>
          <w:rStyle w:val="Answerkey"/>
        </w:rPr>
        <w:br/>
      </w:r>
    </w:p>
    <w:p w:rsidR="00037972" w:rsidRPr="00A91EAA" w:rsidRDefault="00037972" w:rsidP="006171C3">
      <w:pPr>
        <w:pStyle w:val="Numbered"/>
        <w:rPr>
          <w:lang w:bidi="en-US"/>
        </w:rPr>
      </w:pPr>
      <w:r w:rsidRPr="00A91EAA">
        <w:rPr>
          <w:lang w:bidi="en-US"/>
        </w:rPr>
        <w:t xml:space="preserve">Describe two types of network threats that you might face </w:t>
      </w:r>
      <w:r w:rsidR="00D55F2E">
        <w:rPr>
          <w:lang w:bidi="en-US"/>
        </w:rPr>
        <w:t>while</w:t>
      </w:r>
      <w:r w:rsidR="00D55F2E" w:rsidRPr="00A91EAA">
        <w:rPr>
          <w:lang w:bidi="en-US"/>
        </w:rPr>
        <w:t xml:space="preserve"> </w:t>
      </w:r>
      <w:r w:rsidRPr="00A91EAA">
        <w:rPr>
          <w:lang w:bidi="en-US"/>
        </w:rPr>
        <w:t>browsing the Internet, including how the issues might come up, what consequence they have, and how the</w:t>
      </w:r>
      <w:r w:rsidR="00FE3C83">
        <w:rPr>
          <w:lang w:bidi="en-US"/>
        </w:rPr>
        <w:t>se threats</w:t>
      </w:r>
      <w:r w:rsidRPr="00A91EAA">
        <w:rPr>
          <w:lang w:bidi="en-US"/>
        </w:rPr>
        <w:t xml:space="preserve"> might be avoided.</w:t>
      </w:r>
    </w:p>
    <w:p w:rsidR="00752BD7" w:rsidRDefault="00E15185" w:rsidP="00625D55">
      <w:pPr>
        <w:pStyle w:val="Indent"/>
        <w:rPr>
          <w:rStyle w:val="Answerkey"/>
        </w:rPr>
      </w:pPr>
      <w:r w:rsidRPr="00E15185">
        <w:rPr>
          <w:rStyle w:val="Answerkey"/>
        </w:rPr>
        <w:t xml:space="preserve">See Teacher Resource 11.4, </w:t>
      </w:r>
      <w:r w:rsidR="00AD0DFE">
        <w:rPr>
          <w:rStyle w:val="Answerkey"/>
        </w:rPr>
        <w:t>Scenarios</w:t>
      </w:r>
      <w:r w:rsidRPr="00E15185">
        <w:rPr>
          <w:rStyle w:val="Answerkey"/>
        </w:rPr>
        <w:t>: Internet Threats</w:t>
      </w:r>
      <w:r w:rsidR="00A43218">
        <w:rPr>
          <w:rStyle w:val="Answerkey"/>
        </w:rPr>
        <w:t>,</w:t>
      </w:r>
      <w:r w:rsidRPr="00E15185">
        <w:rPr>
          <w:rStyle w:val="Answerkey"/>
        </w:rPr>
        <w:t xml:space="preserve"> for a full description of some </w:t>
      </w:r>
      <w:r w:rsidR="00AD0DFE">
        <w:rPr>
          <w:rStyle w:val="Answerkey"/>
        </w:rPr>
        <w:t xml:space="preserve">of the network threats </w:t>
      </w:r>
      <w:r w:rsidRPr="00E15185">
        <w:rPr>
          <w:rStyle w:val="Answerkey"/>
        </w:rPr>
        <w:t>that students might mention.</w:t>
      </w:r>
    </w:p>
    <w:p w:rsidR="00B0756F" w:rsidRDefault="00B0756F" w:rsidP="00AD44CA">
      <w:pPr>
        <w:pStyle w:val="ResourceNo"/>
      </w:pPr>
      <w:r>
        <w:lastRenderedPageBreak/>
        <w:t>Teacher Resource 11.7</w:t>
      </w:r>
    </w:p>
    <w:p w:rsidR="00B0756F" w:rsidRPr="005D4593" w:rsidRDefault="00B0756F" w:rsidP="00B0756F">
      <w:pPr>
        <w:pStyle w:val="ResourceTitle"/>
        <w:rPr>
          <w:rStyle w:val="BodyTextChar"/>
        </w:rPr>
      </w:pPr>
      <w:r w:rsidRPr="005D4593">
        <w:t>Key Vocabulary: Network Security</w:t>
      </w:r>
    </w:p>
    <w:p w:rsidR="00B0756F" w:rsidRDefault="00B0756F" w:rsidP="00B0756F">
      <w:pPr>
        <w:pStyle w:val="Instructions"/>
      </w:pPr>
      <w:r w:rsidRPr="005D4593">
        <w:t xml:space="preserve">These are </w:t>
      </w:r>
      <w:r w:rsidR="003058E9">
        <w:t>term</w:t>
      </w:r>
      <w:r w:rsidRPr="005D4593">
        <w:t>s to be introduced or reinforced in this lesson.</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2659"/>
        <w:gridCol w:w="6562"/>
      </w:tblGrid>
      <w:tr w:rsidR="00B0756F" w:rsidRPr="005D4593">
        <w:trPr>
          <w:tblHeader/>
        </w:trPr>
        <w:tc>
          <w:tcPr>
            <w:tcW w:w="1442" w:type="pct"/>
            <w:tcBorders>
              <w:bottom w:val="single" w:sz="4" w:space="0" w:color="auto"/>
            </w:tcBorders>
            <w:shd w:val="clear" w:color="auto" w:fill="336699"/>
            <w:vAlign w:val="center"/>
          </w:tcPr>
          <w:p w:rsidR="00B0756F" w:rsidRPr="005D4593" w:rsidRDefault="003058E9" w:rsidP="00B0756F">
            <w:pPr>
              <w:pStyle w:val="RubricTableheadings"/>
            </w:pPr>
            <w:r>
              <w:t>Term</w:t>
            </w:r>
          </w:p>
        </w:tc>
        <w:tc>
          <w:tcPr>
            <w:tcW w:w="3558" w:type="pct"/>
            <w:tcBorders>
              <w:bottom w:val="single" w:sz="4" w:space="0" w:color="auto"/>
            </w:tcBorders>
            <w:shd w:val="clear" w:color="auto" w:fill="336699"/>
            <w:vAlign w:val="center"/>
          </w:tcPr>
          <w:p w:rsidR="00B0756F" w:rsidRPr="005D4593" w:rsidRDefault="00B0756F" w:rsidP="00B0756F">
            <w:pPr>
              <w:pStyle w:val="RubricTableheadings"/>
            </w:pPr>
            <w:r w:rsidRPr="005D4593">
              <w:t>Definition</w:t>
            </w:r>
          </w:p>
        </w:tc>
      </w:tr>
      <w:tr w:rsidR="00B0756F" w:rsidRPr="005D4593">
        <w:tc>
          <w:tcPr>
            <w:tcW w:w="1442" w:type="pct"/>
          </w:tcPr>
          <w:p w:rsidR="00B0756F" w:rsidRPr="005D4593" w:rsidRDefault="00B0756F" w:rsidP="00B0756F">
            <w:pPr>
              <w:pStyle w:val="TableText"/>
            </w:pPr>
            <w:r w:rsidRPr="005D4593">
              <w:t>adware</w:t>
            </w:r>
          </w:p>
        </w:tc>
        <w:tc>
          <w:tcPr>
            <w:tcW w:w="3558" w:type="pct"/>
            <w:vAlign w:val="center"/>
          </w:tcPr>
          <w:p w:rsidR="00B0756F" w:rsidRPr="005D4593" w:rsidRDefault="00B0756F" w:rsidP="00B0756F">
            <w:pPr>
              <w:pStyle w:val="TableText"/>
            </w:pPr>
            <w:r w:rsidRPr="005D4593">
              <w:t>A type of malicious software that causes advertisements to pop</w:t>
            </w:r>
            <w:r w:rsidR="00732564">
              <w:t xml:space="preserve"> </w:t>
            </w:r>
            <w:r w:rsidRPr="005D4593">
              <w:t>up on the user’s computer screen</w:t>
            </w:r>
            <w:r w:rsidR="00732564">
              <w:t>.</w:t>
            </w:r>
          </w:p>
        </w:tc>
      </w:tr>
      <w:tr w:rsidR="00B0756F" w:rsidRPr="005D4593">
        <w:tc>
          <w:tcPr>
            <w:tcW w:w="1442" w:type="pct"/>
          </w:tcPr>
          <w:p w:rsidR="00B0756F" w:rsidRPr="005D4593" w:rsidRDefault="00B0756F" w:rsidP="00B0756F">
            <w:pPr>
              <w:pStyle w:val="TableText"/>
            </w:pPr>
            <w:r w:rsidRPr="005D4593">
              <w:t>botnet</w:t>
            </w:r>
          </w:p>
        </w:tc>
        <w:tc>
          <w:tcPr>
            <w:tcW w:w="3558" w:type="pct"/>
            <w:vAlign w:val="center"/>
          </w:tcPr>
          <w:p w:rsidR="00B0756F" w:rsidRPr="005D4593" w:rsidRDefault="00B0756F" w:rsidP="00B0756F">
            <w:pPr>
              <w:pStyle w:val="TableText"/>
            </w:pPr>
            <w:r w:rsidRPr="005D4593">
              <w:t>A network of computers that have been infected by viruses or worms</w:t>
            </w:r>
            <w:r>
              <w:t xml:space="preserve">. </w:t>
            </w:r>
            <w:r w:rsidRPr="005D4593">
              <w:t>The computers on a botnet can be used to spam other computers</w:t>
            </w:r>
            <w:r w:rsidR="00732564">
              <w:t>,</w:t>
            </w:r>
            <w:r w:rsidRPr="005D4593">
              <w:t xml:space="preserve"> or their processing power can be harnessed by the hacker and used for illicit purposes.</w:t>
            </w:r>
          </w:p>
        </w:tc>
      </w:tr>
      <w:tr w:rsidR="00B0756F" w:rsidRPr="005D4593">
        <w:tc>
          <w:tcPr>
            <w:tcW w:w="1442" w:type="pct"/>
          </w:tcPr>
          <w:p w:rsidR="00B0756F" w:rsidRPr="005D4593" w:rsidRDefault="00B0756F" w:rsidP="00B0756F">
            <w:pPr>
              <w:pStyle w:val="TableText"/>
            </w:pPr>
            <w:r w:rsidRPr="005D4593">
              <w:t>bots</w:t>
            </w:r>
          </w:p>
        </w:tc>
        <w:tc>
          <w:tcPr>
            <w:tcW w:w="3558" w:type="pct"/>
            <w:vAlign w:val="center"/>
          </w:tcPr>
          <w:p w:rsidR="00B0756F" w:rsidRPr="005D4593" w:rsidRDefault="00B0756F" w:rsidP="00A41EF4">
            <w:pPr>
              <w:pStyle w:val="TableText"/>
            </w:pPr>
            <w:r w:rsidRPr="005D4593">
              <w:t xml:space="preserve">Robots that </w:t>
            </w:r>
            <w:proofErr w:type="gramStart"/>
            <w:r w:rsidRPr="005D4593">
              <w:t>crawl</w:t>
            </w:r>
            <w:proofErr w:type="gramEnd"/>
            <w:r w:rsidRPr="005D4593">
              <w:t xml:space="preserve"> the web and read the code of web pages, or automated programs that can work behind the scenes on a user’s computer.</w:t>
            </w:r>
            <w:r w:rsidR="00A41EF4">
              <w:t xml:space="preserve"> This is what Google and other search engines use to create an index for search terms.</w:t>
            </w:r>
          </w:p>
        </w:tc>
      </w:tr>
      <w:tr w:rsidR="00B0756F" w:rsidRPr="005D4593">
        <w:tc>
          <w:tcPr>
            <w:tcW w:w="1442" w:type="pct"/>
          </w:tcPr>
          <w:p w:rsidR="00B0756F" w:rsidRPr="005D4593" w:rsidRDefault="00B0756F" w:rsidP="00B0756F">
            <w:pPr>
              <w:pStyle w:val="TableText"/>
            </w:pPr>
            <w:r w:rsidRPr="005D4593">
              <w:t>deconstruct</w:t>
            </w:r>
          </w:p>
        </w:tc>
        <w:tc>
          <w:tcPr>
            <w:tcW w:w="3558" w:type="pct"/>
            <w:vAlign w:val="center"/>
          </w:tcPr>
          <w:p w:rsidR="00B0756F" w:rsidRPr="005D4593" w:rsidRDefault="00B0756F" w:rsidP="00B0756F">
            <w:pPr>
              <w:pStyle w:val="TableText"/>
            </w:pPr>
            <w:r w:rsidRPr="005D4593">
              <w:t>To take something apart in order to understand its underlying structure</w:t>
            </w:r>
            <w:r w:rsidR="00732564">
              <w:t>.</w:t>
            </w:r>
            <w:r w:rsidRPr="005D4593">
              <w:t xml:space="preserve"> </w:t>
            </w:r>
            <w:r w:rsidR="00732564">
              <w:t>I</w:t>
            </w:r>
            <w:r w:rsidRPr="005D4593">
              <w:t xml:space="preserve">n essay terms, this can mean to analyze the outline of the essay or </w:t>
            </w:r>
            <w:r w:rsidR="00732564">
              <w:t xml:space="preserve">to </w:t>
            </w:r>
            <w:r w:rsidRPr="005D4593">
              <w:t>examine the logical arguments that the writer poses</w:t>
            </w:r>
            <w:r w:rsidR="00732564">
              <w:t>.</w:t>
            </w:r>
          </w:p>
        </w:tc>
      </w:tr>
      <w:tr w:rsidR="00B0756F" w:rsidRPr="005D4593">
        <w:tc>
          <w:tcPr>
            <w:tcW w:w="1442" w:type="pct"/>
            <w:tcBorders>
              <w:bottom w:val="single" w:sz="4" w:space="0" w:color="auto"/>
            </w:tcBorders>
          </w:tcPr>
          <w:p w:rsidR="00B0756F" w:rsidRPr="005D4593" w:rsidRDefault="00B0756F" w:rsidP="00B0756F">
            <w:pPr>
              <w:pStyle w:val="TableText"/>
            </w:pPr>
            <w:r w:rsidRPr="005D4593">
              <w:t xml:space="preserve">firewall </w:t>
            </w:r>
          </w:p>
        </w:tc>
        <w:tc>
          <w:tcPr>
            <w:tcW w:w="3558" w:type="pct"/>
            <w:tcBorders>
              <w:bottom w:val="single" w:sz="4" w:space="0" w:color="auto"/>
            </w:tcBorders>
            <w:vAlign w:val="center"/>
          </w:tcPr>
          <w:p w:rsidR="00B0756F" w:rsidRPr="005D4593" w:rsidRDefault="00B0756F" w:rsidP="00B0756F">
            <w:pPr>
              <w:pStyle w:val="TableText"/>
            </w:pPr>
            <w:r w:rsidRPr="005D4593">
              <w:t>A network firewall is used to filter traffic on the network, by blocking unneeded network ports or reading the headers or contents of data packets and determining what is safe or risky based on rules configured by an administrator.</w:t>
            </w:r>
          </w:p>
        </w:tc>
      </w:tr>
      <w:tr w:rsidR="00B0756F" w:rsidRPr="005D4593">
        <w:tc>
          <w:tcPr>
            <w:tcW w:w="1442" w:type="pct"/>
          </w:tcPr>
          <w:p w:rsidR="00B0756F" w:rsidRPr="005D4593" w:rsidRDefault="00B0756F" w:rsidP="00B0756F">
            <w:pPr>
              <w:pStyle w:val="TableText"/>
            </w:pPr>
            <w:r w:rsidRPr="005D4593">
              <w:t>floppy disk</w:t>
            </w:r>
          </w:p>
        </w:tc>
        <w:tc>
          <w:tcPr>
            <w:tcW w:w="3558" w:type="pct"/>
            <w:vAlign w:val="center"/>
          </w:tcPr>
          <w:p w:rsidR="00B0756F" w:rsidRPr="005D4593" w:rsidRDefault="00B0756F" w:rsidP="00B0756F">
            <w:pPr>
              <w:pStyle w:val="TableText"/>
            </w:pPr>
            <w:r w:rsidRPr="005D4593">
              <w:t>An archaic storage device used in the early days of computers to store software or other data</w:t>
            </w:r>
            <w:r w:rsidR="00A64FF7">
              <w:t>;</w:t>
            </w:r>
            <w:r w:rsidRPr="005D4593">
              <w:t xml:space="preserve"> used for spreading the very first computer virus</w:t>
            </w:r>
            <w:r w:rsidR="00037EFD">
              <w:t>.</w:t>
            </w:r>
            <w:r w:rsidRPr="005D4593">
              <w:t xml:space="preserve"> </w:t>
            </w:r>
          </w:p>
        </w:tc>
      </w:tr>
      <w:tr w:rsidR="00B0756F" w:rsidRPr="005D4593">
        <w:tc>
          <w:tcPr>
            <w:tcW w:w="1442" w:type="pct"/>
          </w:tcPr>
          <w:p w:rsidR="00B0756F" w:rsidRPr="005D4593" w:rsidRDefault="00B0756F" w:rsidP="00B0756F">
            <w:pPr>
              <w:pStyle w:val="TableText"/>
            </w:pPr>
            <w:r w:rsidRPr="005D4593">
              <w:t>fraud</w:t>
            </w:r>
          </w:p>
        </w:tc>
        <w:tc>
          <w:tcPr>
            <w:tcW w:w="3558" w:type="pct"/>
            <w:vAlign w:val="center"/>
          </w:tcPr>
          <w:p w:rsidR="00B0756F" w:rsidRPr="005D4593" w:rsidRDefault="00B0756F" w:rsidP="00B0756F">
            <w:pPr>
              <w:pStyle w:val="TableText"/>
            </w:pPr>
            <w:r w:rsidRPr="005D4593">
              <w:t>Computer hackers can commit fraud by stealing your personal information and using it to impersonate you in order to steal or rack up credit card debt.</w:t>
            </w:r>
          </w:p>
        </w:tc>
      </w:tr>
      <w:tr w:rsidR="00B0756F" w:rsidRPr="005D4593">
        <w:tc>
          <w:tcPr>
            <w:tcW w:w="1442" w:type="pct"/>
          </w:tcPr>
          <w:p w:rsidR="00B0756F" w:rsidRPr="005D4593" w:rsidRDefault="00B0756F" w:rsidP="00B0756F">
            <w:pPr>
              <w:pStyle w:val="TableText"/>
            </w:pPr>
            <w:r w:rsidRPr="005D4593">
              <w:t>hacker</w:t>
            </w:r>
          </w:p>
        </w:tc>
        <w:tc>
          <w:tcPr>
            <w:tcW w:w="3558" w:type="pct"/>
            <w:vAlign w:val="center"/>
          </w:tcPr>
          <w:p w:rsidR="00B0756F" w:rsidRPr="005D4593" w:rsidRDefault="00B0756F" w:rsidP="00B0756F">
            <w:pPr>
              <w:pStyle w:val="TableText"/>
            </w:pPr>
            <w:r w:rsidRPr="005D4593">
              <w:t>Someone who hacks into a computer system in order to steal information or processing power</w:t>
            </w:r>
            <w:r w:rsidR="00F4741B">
              <w:t>.</w:t>
            </w:r>
          </w:p>
        </w:tc>
      </w:tr>
      <w:tr w:rsidR="00B0756F" w:rsidRPr="005D4593">
        <w:tc>
          <w:tcPr>
            <w:tcW w:w="1442" w:type="pct"/>
          </w:tcPr>
          <w:p w:rsidR="00B0756F" w:rsidRPr="005D4593" w:rsidRDefault="00F4741B" w:rsidP="00B0756F">
            <w:pPr>
              <w:pStyle w:val="TableText"/>
            </w:pPr>
            <w:r>
              <w:t>ID</w:t>
            </w:r>
            <w:r w:rsidR="00B0756F" w:rsidRPr="005D4593">
              <w:t xml:space="preserve"> theft</w:t>
            </w:r>
          </w:p>
        </w:tc>
        <w:tc>
          <w:tcPr>
            <w:tcW w:w="3558" w:type="pct"/>
            <w:vAlign w:val="center"/>
          </w:tcPr>
          <w:p w:rsidR="00B0756F" w:rsidRPr="005D4593" w:rsidRDefault="00B0756F" w:rsidP="00B0756F">
            <w:pPr>
              <w:pStyle w:val="TableText"/>
            </w:pPr>
            <w:r w:rsidRPr="005D4593">
              <w:t xml:space="preserve">A type of fraud </w:t>
            </w:r>
            <w:r w:rsidR="0084725A">
              <w:t>in which someone</w:t>
            </w:r>
            <w:r w:rsidR="0084725A" w:rsidRPr="005D4593">
              <w:t xml:space="preserve"> </w:t>
            </w:r>
            <w:r w:rsidRPr="005D4593">
              <w:t xml:space="preserve">uses </w:t>
            </w:r>
            <w:r w:rsidR="00F4741B">
              <w:t>a person’s</w:t>
            </w:r>
            <w:r w:rsidR="00F4741B" w:rsidRPr="005D4593">
              <w:t xml:space="preserve"> </w:t>
            </w:r>
            <w:r w:rsidRPr="005D4593">
              <w:t>login, password</w:t>
            </w:r>
            <w:r w:rsidR="00F4741B">
              <w:t>,</w:t>
            </w:r>
            <w:r w:rsidRPr="005D4593">
              <w:t xml:space="preserve"> or Social Security number to impersonate </w:t>
            </w:r>
            <w:r w:rsidR="00F4741B">
              <w:t>her</w:t>
            </w:r>
            <w:r w:rsidR="00F4741B" w:rsidRPr="005D4593">
              <w:t xml:space="preserve"> </w:t>
            </w:r>
            <w:r w:rsidRPr="005D4593">
              <w:t xml:space="preserve">and open or change </w:t>
            </w:r>
            <w:r w:rsidR="00F4741B">
              <w:t>her</w:t>
            </w:r>
            <w:r w:rsidR="00F4741B" w:rsidRPr="005D4593">
              <w:t xml:space="preserve"> </w:t>
            </w:r>
            <w:r w:rsidRPr="005D4593">
              <w:t xml:space="preserve">financial accounts or rack up credit card debt in </w:t>
            </w:r>
            <w:r w:rsidR="00F4741B">
              <w:t>her</w:t>
            </w:r>
            <w:r w:rsidR="00F4741B" w:rsidRPr="005D4593">
              <w:t xml:space="preserve"> </w:t>
            </w:r>
            <w:r w:rsidRPr="005D4593">
              <w:t>name.</w:t>
            </w:r>
          </w:p>
        </w:tc>
      </w:tr>
      <w:tr w:rsidR="00B0756F" w:rsidRPr="005D4593">
        <w:tc>
          <w:tcPr>
            <w:tcW w:w="1442" w:type="pct"/>
            <w:tcBorders>
              <w:bottom w:val="single" w:sz="4" w:space="0" w:color="auto"/>
            </w:tcBorders>
          </w:tcPr>
          <w:p w:rsidR="00B0756F" w:rsidRPr="005D4593" w:rsidRDefault="00B0756F" w:rsidP="00B0756F">
            <w:pPr>
              <w:pStyle w:val="TableText"/>
            </w:pPr>
            <w:r w:rsidRPr="005D4593">
              <w:t>malware</w:t>
            </w:r>
          </w:p>
        </w:tc>
        <w:tc>
          <w:tcPr>
            <w:tcW w:w="3558" w:type="pct"/>
            <w:tcBorders>
              <w:bottom w:val="single" w:sz="4" w:space="0" w:color="auto"/>
            </w:tcBorders>
            <w:vAlign w:val="center"/>
          </w:tcPr>
          <w:p w:rsidR="00B0756F" w:rsidRPr="005D4593" w:rsidRDefault="00B0756F" w:rsidP="00B0756F">
            <w:pPr>
              <w:pStyle w:val="TableText"/>
            </w:pPr>
            <w:r w:rsidRPr="005D4593">
              <w:t>Malicious software that spreads on a computer network</w:t>
            </w:r>
            <w:r w:rsidR="0093648F">
              <w:t>;</w:t>
            </w:r>
            <w:r w:rsidRPr="005D4593">
              <w:t xml:space="preserve"> </w:t>
            </w:r>
            <w:r w:rsidR="0093648F">
              <w:t xml:space="preserve">this can </w:t>
            </w:r>
            <w:r w:rsidRPr="005D4593">
              <w:t>include adware, spyware</w:t>
            </w:r>
            <w:r w:rsidR="0093648F">
              <w:t>,</w:t>
            </w:r>
            <w:r w:rsidRPr="005D4593">
              <w:t xml:space="preserve"> or other dangerous computer programs</w:t>
            </w:r>
            <w:r w:rsidR="0093648F">
              <w:t>.</w:t>
            </w:r>
          </w:p>
        </w:tc>
      </w:tr>
      <w:tr w:rsidR="00B0756F" w:rsidRPr="005D4593">
        <w:tc>
          <w:tcPr>
            <w:tcW w:w="1442" w:type="pct"/>
          </w:tcPr>
          <w:p w:rsidR="00B0756F" w:rsidRPr="005D4593" w:rsidRDefault="00B0756F" w:rsidP="00B0756F">
            <w:pPr>
              <w:pStyle w:val="TableText"/>
            </w:pPr>
            <w:r w:rsidRPr="005D4593">
              <w:lastRenderedPageBreak/>
              <w:t>netstat</w:t>
            </w:r>
          </w:p>
        </w:tc>
        <w:tc>
          <w:tcPr>
            <w:tcW w:w="3558" w:type="pct"/>
            <w:vAlign w:val="center"/>
          </w:tcPr>
          <w:p w:rsidR="00B0756F" w:rsidRPr="005D4593" w:rsidRDefault="00B0756F" w:rsidP="00B0756F">
            <w:pPr>
              <w:pStyle w:val="TableText"/>
            </w:pPr>
            <w:r w:rsidRPr="005D4593">
              <w:t>A command-line tool used to discover information about network statistics</w:t>
            </w:r>
            <w:r w:rsidR="0093648F">
              <w:t>,</w:t>
            </w:r>
            <w:r w:rsidRPr="005D4593">
              <w:t xml:space="preserve"> including open network ports</w:t>
            </w:r>
            <w:r w:rsidR="0093648F">
              <w:t>.</w:t>
            </w:r>
          </w:p>
        </w:tc>
      </w:tr>
      <w:tr w:rsidR="00B0756F" w:rsidRPr="005D4593">
        <w:tc>
          <w:tcPr>
            <w:tcW w:w="1442" w:type="pct"/>
            <w:tcBorders>
              <w:bottom w:val="single" w:sz="4" w:space="0" w:color="auto"/>
            </w:tcBorders>
          </w:tcPr>
          <w:p w:rsidR="00B0756F" w:rsidRPr="005D4593" w:rsidRDefault="00B0756F" w:rsidP="00B0756F">
            <w:pPr>
              <w:pStyle w:val="TableText"/>
            </w:pPr>
            <w:r w:rsidRPr="005D4593">
              <w:t>network port</w:t>
            </w:r>
          </w:p>
        </w:tc>
        <w:tc>
          <w:tcPr>
            <w:tcW w:w="3558" w:type="pct"/>
            <w:tcBorders>
              <w:bottom w:val="single" w:sz="4" w:space="0" w:color="auto"/>
            </w:tcBorders>
            <w:vAlign w:val="center"/>
          </w:tcPr>
          <w:p w:rsidR="00B0756F" w:rsidRPr="005D4593" w:rsidRDefault="003934A6" w:rsidP="00B0756F">
            <w:pPr>
              <w:pStyle w:val="TableText"/>
            </w:pPr>
            <w:r>
              <w:t>S</w:t>
            </w:r>
            <w:r w:rsidRPr="00F03B48">
              <w:t xml:space="preserve">pecial numbers in the header of a data packet that </w:t>
            </w:r>
            <w:r>
              <w:t>form part of the address for delivering the data packet</w:t>
            </w:r>
            <w:r w:rsidRPr="00F03B48">
              <w:t>.</w:t>
            </w:r>
            <w:r>
              <w:t xml:space="preserve"> This section of the header also indicates what service to use, such as Internet, email, or chat.</w:t>
            </w:r>
          </w:p>
        </w:tc>
      </w:tr>
      <w:tr w:rsidR="00B0756F" w:rsidRPr="005D4593">
        <w:tc>
          <w:tcPr>
            <w:tcW w:w="1442" w:type="pct"/>
          </w:tcPr>
          <w:p w:rsidR="00B0756F" w:rsidRPr="005D4593" w:rsidRDefault="00B0756F" w:rsidP="00B0756F">
            <w:pPr>
              <w:pStyle w:val="TableText"/>
            </w:pPr>
            <w:r w:rsidRPr="005D4593">
              <w:t>phishing</w:t>
            </w:r>
          </w:p>
        </w:tc>
        <w:tc>
          <w:tcPr>
            <w:tcW w:w="3558" w:type="pct"/>
            <w:vAlign w:val="center"/>
          </w:tcPr>
          <w:p w:rsidR="00B0756F" w:rsidRPr="005D4593" w:rsidRDefault="00B0756F" w:rsidP="00B0756F">
            <w:pPr>
              <w:pStyle w:val="TableText"/>
            </w:pPr>
            <w:r w:rsidRPr="005D4593">
              <w:t xml:space="preserve">A scam </w:t>
            </w:r>
            <w:r w:rsidR="00D159DC">
              <w:t>in which</w:t>
            </w:r>
            <w:r w:rsidR="00D159DC" w:rsidRPr="005D4593">
              <w:t xml:space="preserve"> </w:t>
            </w:r>
            <w:r w:rsidRPr="005D4593">
              <w:t xml:space="preserve">hackers </w:t>
            </w:r>
            <w:r w:rsidR="00D159DC">
              <w:t>create</w:t>
            </w:r>
            <w:r w:rsidR="00D159DC" w:rsidRPr="005D4593">
              <w:t xml:space="preserve"> a website and </w:t>
            </w:r>
            <w:r w:rsidR="00D159DC">
              <w:t xml:space="preserve">an </w:t>
            </w:r>
            <w:r w:rsidR="00D159DC" w:rsidRPr="005D4593">
              <w:t xml:space="preserve">email message that look as if </w:t>
            </w:r>
            <w:r w:rsidR="00D159DC">
              <w:t>they’re</w:t>
            </w:r>
            <w:r w:rsidR="00D159DC" w:rsidRPr="005D4593">
              <w:t xml:space="preserve"> being delivered by a genuine business</w:t>
            </w:r>
            <w:r w:rsidR="00D159DC">
              <w:t>, in an attempt</w:t>
            </w:r>
            <w:r w:rsidR="00D159DC" w:rsidRPr="005D4593">
              <w:t xml:space="preserve"> </w:t>
            </w:r>
            <w:r w:rsidRPr="005D4593">
              <w:t xml:space="preserve">to </w:t>
            </w:r>
            <w:r w:rsidR="00D159DC">
              <w:t>trick</w:t>
            </w:r>
            <w:r w:rsidR="00D159DC" w:rsidRPr="005D4593">
              <w:t xml:space="preserve"> </w:t>
            </w:r>
            <w:r w:rsidRPr="005D4593">
              <w:t xml:space="preserve">users </w:t>
            </w:r>
            <w:r w:rsidR="00D159DC">
              <w:t>in</w:t>
            </w:r>
            <w:r w:rsidRPr="005D4593">
              <w:t>to reveal</w:t>
            </w:r>
            <w:r w:rsidR="00D159DC">
              <w:t>ing</w:t>
            </w:r>
            <w:r w:rsidRPr="005D4593">
              <w:t xml:space="preserve"> their logins, passwords, or other identifying information.</w:t>
            </w:r>
          </w:p>
        </w:tc>
      </w:tr>
      <w:tr w:rsidR="00B0756F" w:rsidRPr="005D4593">
        <w:tc>
          <w:tcPr>
            <w:tcW w:w="1442" w:type="pct"/>
            <w:tcBorders>
              <w:bottom w:val="single" w:sz="4" w:space="0" w:color="auto"/>
            </w:tcBorders>
          </w:tcPr>
          <w:p w:rsidR="00B0756F" w:rsidRPr="005D4593" w:rsidRDefault="00B0756F" w:rsidP="00B0756F">
            <w:pPr>
              <w:pStyle w:val="TableText"/>
            </w:pPr>
            <w:r w:rsidRPr="005D4593">
              <w:t>port block</w:t>
            </w:r>
          </w:p>
        </w:tc>
        <w:tc>
          <w:tcPr>
            <w:tcW w:w="3558" w:type="pct"/>
            <w:tcBorders>
              <w:bottom w:val="single" w:sz="4" w:space="0" w:color="auto"/>
            </w:tcBorders>
            <w:vAlign w:val="center"/>
          </w:tcPr>
          <w:p w:rsidR="00B0756F" w:rsidRPr="005D4593" w:rsidRDefault="00B0756F" w:rsidP="00B0756F">
            <w:pPr>
              <w:pStyle w:val="TableText"/>
            </w:pPr>
            <w:r w:rsidRPr="005D4593">
              <w:t>A network security feature where a firewall or other software is used to prevent a service from using certain network ports or physical hardware ports, such as USB devices</w:t>
            </w:r>
            <w:r>
              <w:t xml:space="preserve">. </w:t>
            </w:r>
            <w:r w:rsidRPr="005D4593">
              <w:t>This prevents viruses from spreading through those vectors.</w:t>
            </w:r>
          </w:p>
        </w:tc>
      </w:tr>
      <w:tr w:rsidR="00B0756F" w:rsidRPr="005D4593">
        <w:tc>
          <w:tcPr>
            <w:tcW w:w="1442" w:type="pct"/>
          </w:tcPr>
          <w:p w:rsidR="00B0756F" w:rsidRPr="005D4593" w:rsidRDefault="00D159DC" w:rsidP="00B0756F">
            <w:pPr>
              <w:pStyle w:val="TableText"/>
            </w:pPr>
            <w:r>
              <w:t>S</w:t>
            </w:r>
            <w:r w:rsidR="00B0756F" w:rsidRPr="005D4593">
              <w:t xml:space="preserve">ocial </w:t>
            </w:r>
            <w:r>
              <w:t>S</w:t>
            </w:r>
            <w:r w:rsidR="00B0756F" w:rsidRPr="005D4593">
              <w:t>ecurity number</w:t>
            </w:r>
          </w:p>
        </w:tc>
        <w:tc>
          <w:tcPr>
            <w:tcW w:w="3558" w:type="pct"/>
            <w:vAlign w:val="center"/>
          </w:tcPr>
          <w:p w:rsidR="00B0756F" w:rsidRPr="005D4593" w:rsidRDefault="00B0756F" w:rsidP="00B0756F">
            <w:pPr>
              <w:pStyle w:val="TableText"/>
            </w:pPr>
            <w:r w:rsidRPr="005D4593">
              <w:t>The number that identifies you to the Social Security Administration, used for tax purposes</w:t>
            </w:r>
            <w:r>
              <w:t xml:space="preserve">. </w:t>
            </w:r>
            <w:r w:rsidRPr="005D4593">
              <w:t xml:space="preserve">This information is often used </w:t>
            </w:r>
            <w:r w:rsidR="00D159DC" w:rsidRPr="005D4593">
              <w:t xml:space="preserve">by banks or other institutions </w:t>
            </w:r>
            <w:r w:rsidRPr="005D4593">
              <w:t>to authenticate or verify users’ identit</w:t>
            </w:r>
            <w:r w:rsidR="00D159DC">
              <w:t>ies</w:t>
            </w:r>
            <w:r w:rsidRPr="005D4593">
              <w:t>, so if it falls into the wrong hands</w:t>
            </w:r>
            <w:r w:rsidR="00D159DC">
              <w:t>, it</w:t>
            </w:r>
            <w:r w:rsidRPr="005D4593">
              <w:t xml:space="preserve"> can be used for ID </w:t>
            </w:r>
            <w:r w:rsidR="00D159DC">
              <w:t>t</w:t>
            </w:r>
            <w:r w:rsidRPr="005D4593">
              <w:t>heft scams.</w:t>
            </w:r>
          </w:p>
        </w:tc>
      </w:tr>
      <w:tr w:rsidR="00B0756F" w:rsidRPr="005D4593">
        <w:tc>
          <w:tcPr>
            <w:tcW w:w="1442" w:type="pct"/>
          </w:tcPr>
          <w:p w:rsidR="00B0756F" w:rsidRPr="005D4593" w:rsidRDefault="00B0756F" w:rsidP="00B0756F">
            <w:pPr>
              <w:pStyle w:val="TableText"/>
            </w:pPr>
            <w:r w:rsidRPr="005D4593">
              <w:t>spyware</w:t>
            </w:r>
          </w:p>
        </w:tc>
        <w:tc>
          <w:tcPr>
            <w:tcW w:w="3558" w:type="pct"/>
            <w:vAlign w:val="center"/>
          </w:tcPr>
          <w:p w:rsidR="00B0756F" w:rsidRPr="005D4593" w:rsidRDefault="00B0756F" w:rsidP="00B0756F">
            <w:pPr>
              <w:pStyle w:val="TableText"/>
            </w:pPr>
            <w:r w:rsidRPr="005D4593">
              <w:t>A type of malware that spies on the user’s actions and reports the information back to the hacker</w:t>
            </w:r>
            <w:r>
              <w:t xml:space="preserve">. </w:t>
            </w:r>
            <w:r w:rsidRPr="005D4593">
              <w:t>Spyware can communicate personal information such as passwords</w:t>
            </w:r>
            <w:r w:rsidR="00A64FF7">
              <w:t>;</w:t>
            </w:r>
            <w:r w:rsidRPr="005D4593">
              <w:t xml:space="preserve"> </w:t>
            </w:r>
            <w:r w:rsidR="00A64FF7">
              <w:t>this information</w:t>
            </w:r>
            <w:r w:rsidRPr="005D4593">
              <w:t xml:space="preserve"> can</w:t>
            </w:r>
            <w:r w:rsidR="00D159DC">
              <w:t xml:space="preserve"> then</w:t>
            </w:r>
            <w:r w:rsidRPr="005D4593">
              <w:t xml:space="preserve"> be used to commit fraud.</w:t>
            </w:r>
          </w:p>
        </w:tc>
      </w:tr>
      <w:tr w:rsidR="00B0756F" w:rsidRPr="005D4593">
        <w:tc>
          <w:tcPr>
            <w:tcW w:w="1442" w:type="pct"/>
          </w:tcPr>
          <w:p w:rsidR="00B0756F" w:rsidRPr="005D4593" w:rsidRDefault="00B0756F" w:rsidP="00B0756F">
            <w:pPr>
              <w:pStyle w:val="TableText"/>
            </w:pPr>
            <w:r w:rsidRPr="005D4593">
              <w:t>USB drive</w:t>
            </w:r>
          </w:p>
        </w:tc>
        <w:tc>
          <w:tcPr>
            <w:tcW w:w="3558" w:type="pct"/>
            <w:vAlign w:val="center"/>
          </w:tcPr>
          <w:p w:rsidR="00B0756F" w:rsidRPr="005D4593" w:rsidRDefault="00B0756F" w:rsidP="00B0756F">
            <w:pPr>
              <w:pStyle w:val="TableText"/>
            </w:pPr>
            <w:r w:rsidRPr="005D4593">
              <w:t>A USB flash drive is a small hard drive that plugs into a computer’s USB port</w:t>
            </w:r>
            <w:r w:rsidR="00D159DC">
              <w:t>;</w:t>
            </w:r>
            <w:r w:rsidRPr="005D4593">
              <w:t xml:space="preserve"> </w:t>
            </w:r>
            <w:r w:rsidR="00D159DC">
              <w:t>it</w:t>
            </w:r>
            <w:r w:rsidRPr="005D4593">
              <w:t xml:space="preserve"> can spread viruses or malware between computers.</w:t>
            </w:r>
          </w:p>
        </w:tc>
      </w:tr>
      <w:tr w:rsidR="00B0756F" w:rsidRPr="005D4593">
        <w:tc>
          <w:tcPr>
            <w:tcW w:w="1442" w:type="pct"/>
            <w:tcBorders>
              <w:bottom w:val="single" w:sz="4" w:space="0" w:color="auto"/>
            </w:tcBorders>
          </w:tcPr>
          <w:p w:rsidR="00B0756F" w:rsidRPr="005D4593" w:rsidRDefault="00B0756F" w:rsidP="00B0756F">
            <w:pPr>
              <w:pStyle w:val="TableText"/>
            </w:pPr>
            <w:r w:rsidRPr="005D4593">
              <w:t>virus</w:t>
            </w:r>
          </w:p>
        </w:tc>
        <w:tc>
          <w:tcPr>
            <w:tcW w:w="3558" w:type="pct"/>
            <w:tcBorders>
              <w:bottom w:val="single" w:sz="4" w:space="0" w:color="auto"/>
            </w:tcBorders>
            <w:vAlign w:val="center"/>
          </w:tcPr>
          <w:p w:rsidR="00B0756F" w:rsidRPr="005D4593" w:rsidRDefault="00B0756F" w:rsidP="00B0756F">
            <w:pPr>
              <w:pStyle w:val="TableText"/>
            </w:pPr>
            <w:r w:rsidRPr="005D4593">
              <w:t>A type of malicious program that replicates itself from machine to machine or onto storage devices.</w:t>
            </w:r>
          </w:p>
        </w:tc>
      </w:tr>
      <w:tr w:rsidR="00B0756F" w:rsidRPr="005D4593">
        <w:tc>
          <w:tcPr>
            <w:tcW w:w="1442" w:type="pct"/>
          </w:tcPr>
          <w:p w:rsidR="00B0756F" w:rsidRPr="005D4593" w:rsidRDefault="00B0756F" w:rsidP="00B0756F">
            <w:pPr>
              <w:pStyle w:val="TableText"/>
            </w:pPr>
            <w:r w:rsidRPr="005D4593">
              <w:t>vulnerability</w:t>
            </w:r>
          </w:p>
        </w:tc>
        <w:tc>
          <w:tcPr>
            <w:tcW w:w="3558" w:type="pct"/>
            <w:vAlign w:val="center"/>
          </w:tcPr>
          <w:p w:rsidR="00B0756F" w:rsidRPr="005D4593" w:rsidRDefault="00B0756F" w:rsidP="00B0756F">
            <w:pPr>
              <w:pStyle w:val="TableText"/>
            </w:pPr>
            <w:r w:rsidRPr="005D4593">
              <w:t xml:space="preserve">Something in the code of an application or </w:t>
            </w:r>
            <w:r w:rsidR="00D159DC">
              <w:t xml:space="preserve">in the </w:t>
            </w:r>
            <w:r w:rsidRPr="005D4593">
              <w:t>physical layout of a network that makes it possible for it to be hacked</w:t>
            </w:r>
            <w:r>
              <w:t xml:space="preserve">. </w:t>
            </w:r>
          </w:p>
        </w:tc>
      </w:tr>
      <w:tr w:rsidR="00B0756F" w:rsidRPr="005D4593">
        <w:tc>
          <w:tcPr>
            <w:tcW w:w="1442" w:type="pct"/>
          </w:tcPr>
          <w:p w:rsidR="00B0756F" w:rsidRPr="005D4593" w:rsidRDefault="00B0756F" w:rsidP="00B0756F">
            <w:pPr>
              <w:pStyle w:val="TableText"/>
            </w:pPr>
            <w:r w:rsidRPr="005D4593">
              <w:t>zombie computer</w:t>
            </w:r>
          </w:p>
        </w:tc>
        <w:tc>
          <w:tcPr>
            <w:tcW w:w="3558" w:type="pct"/>
            <w:vAlign w:val="center"/>
          </w:tcPr>
          <w:p w:rsidR="00B0756F" w:rsidRPr="005D4593" w:rsidRDefault="00B0756F" w:rsidP="00B0756F">
            <w:pPr>
              <w:pStyle w:val="TableText"/>
            </w:pPr>
            <w:r w:rsidRPr="005D4593">
              <w:t>A computer that has become infected with malware and performs automated tasks controlled by the hacker.</w:t>
            </w:r>
          </w:p>
        </w:tc>
      </w:tr>
    </w:tbl>
    <w:p w:rsidR="00B0756F" w:rsidRDefault="00B0756F" w:rsidP="00B0756F">
      <w:pPr>
        <w:pStyle w:val="Instructions"/>
      </w:pPr>
    </w:p>
    <w:p w:rsidR="00B0756F" w:rsidRPr="005D4593" w:rsidRDefault="00B0756F" w:rsidP="00B0756F">
      <w:pPr>
        <w:pStyle w:val="ResourceNo"/>
      </w:pPr>
      <w:r>
        <w:lastRenderedPageBreak/>
        <w:t>Teacher Resource 11.8</w:t>
      </w:r>
    </w:p>
    <w:p w:rsidR="00B0756F" w:rsidRDefault="00B0756F" w:rsidP="00B0756F">
      <w:pPr>
        <w:pStyle w:val="ResourceTitle"/>
      </w:pPr>
      <w:r w:rsidRPr="005D4593">
        <w:t>Bibliography: Network Security</w:t>
      </w:r>
    </w:p>
    <w:p w:rsidR="00F47DC2" w:rsidRPr="00F47DC2" w:rsidRDefault="00F47DC2" w:rsidP="00E63276">
      <w:pPr>
        <w:pStyle w:val="BodyText"/>
      </w:pPr>
      <w:r>
        <w:rPr>
          <w:szCs w:val="20"/>
        </w:rPr>
        <w:t xml:space="preserve">The following sources were used in the preparation of this lesson and may be useful </w:t>
      </w:r>
      <w:r w:rsidR="00E63276">
        <w:rPr>
          <w:szCs w:val="20"/>
        </w:rPr>
        <w:t xml:space="preserve">to you </w:t>
      </w:r>
      <w:r>
        <w:rPr>
          <w:szCs w:val="20"/>
        </w:rPr>
        <w:t>as classroom resources. We check and update the URLs annually to ensure that they continue to be useful</w:t>
      </w:r>
      <w:r>
        <w:t>.</w:t>
      </w:r>
    </w:p>
    <w:p w:rsidR="00B0756F" w:rsidRPr="005D4593" w:rsidRDefault="00B0756F" w:rsidP="00B0756F">
      <w:pPr>
        <w:pStyle w:val="H1"/>
      </w:pPr>
      <w:r w:rsidRPr="005D4593">
        <w:t>Print</w:t>
      </w:r>
    </w:p>
    <w:p w:rsidR="00B0756F" w:rsidRPr="005D4593" w:rsidRDefault="00A241A1" w:rsidP="00B0756F">
      <w:pPr>
        <w:pStyle w:val="BodyText"/>
      </w:pPr>
      <w:r>
        <w:t xml:space="preserve">Lowe, Doug. </w:t>
      </w:r>
      <w:proofErr w:type="gramStart"/>
      <w:r>
        <w:rPr>
          <w:i/>
        </w:rPr>
        <w:t>Networking All-In-One Desk Reference for Dummies,</w:t>
      </w:r>
      <w:r>
        <w:t xml:space="preserve"> 2nd ed. Indianapolis, IN: Wiley, 2005.</w:t>
      </w:r>
      <w:proofErr w:type="gramEnd"/>
    </w:p>
    <w:p w:rsidR="00B0756F" w:rsidRPr="005D4593" w:rsidRDefault="00B0756F" w:rsidP="00B0756F">
      <w:pPr>
        <w:pStyle w:val="H1"/>
      </w:pPr>
      <w:r w:rsidRPr="005D4593">
        <w:t>Online</w:t>
      </w:r>
    </w:p>
    <w:p w:rsidR="00B0756F" w:rsidRPr="00C5387A" w:rsidRDefault="00B0756F" w:rsidP="00E63276">
      <w:pPr>
        <w:pStyle w:val="BodyText"/>
      </w:pPr>
      <w:r w:rsidRPr="00C5387A">
        <w:t>Combs, Gerald et al. “</w:t>
      </w:r>
      <w:proofErr w:type="spellStart"/>
      <w:r w:rsidRPr="00C5387A">
        <w:t>Wireshark</w:t>
      </w:r>
      <w:proofErr w:type="spellEnd"/>
      <w:r w:rsidR="00A241A1">
        <w:t>.</w:t>
      </w:r>
      <w:r w:rsidRPr="00C5387A">
        <w:t xml:space="preserve">” </w:t>
      </w:r>
      <w:hyperlink r:id="rId11" w:history="1">
        <w:r w:rsidR="00A241A1" w:rsidRPr="00A241A1">
          <w:rPr>
            <w:rStyle w:val="Hyperlink"/>
            <w:rFonts w:cs="Arial"/>
          </w:rPr>
          <w:t>http://</w:t>
        </w:r>
        <w:r w:rsidRPr="00A241A1">
          <w:rPr>
            <w:rStyle w:val="Hyperlink"/>
            <w:rFonts w:cs="Arial"/>
          </w:rPr>
          <w:t>www.wireshark.org</w:t>
        </w:r>
      </w:hyperlink>
      <w:r w:rsidRPr="00C5387A">
        <w:t xml:space="preserve"> (</w:t>
      </w:r>
      <w:r w:rsidR="00A241A1">
        <w:t xml:space="preserve">accessed </w:t>
      </w:r>
      <w:r w:rsidR="00F865BF">
        <w:t>May 25, 2012</w:t>
      </w:r>
      <w:r w:rsidRPr="00C5387A">
        <w:t>).</w:t>
      </w:r>
    </w:p>
    <w:p w:rsidR="00A970F8" w:rsidRPr="00C5387A" w:rsidRDefault="00A970F8" w:rsidP="00A970F8">
      <w:pPr>
        <w:pStyle w:val="BodyText"/>
      </w:pPr>
      <w:proofErr w:type="spellStart"/>
      <w:r w:rsidRPr="00C5387A">
        <w:t>Hengst</w:t>
      </w:r>
      <w:proofErr w:type="spellEnd"/>
      <w:r w:rsidRPr="00C5387A">
        <w:t>, Amy</w:t>
      </w:r>
      <w:r>
        <w:t xml:space="preserve">. </w:t>
      </w:r>
      <w:proofErr w:type="gramStart"/>
      <w:r w:rsidRPr="00C5387A">
        <w:t>“Firewall Basics</w:t>
      </w:r>
      <w:r>
        <w:t>.</w:t>
      </w:r>
      <w:r w:rsidRPr="00C5387A">
        <w:t>”</w:t>
      </w:r>
      <w:proofErr w:type="gramEnd"/>
      <w:r w:rsidRPr="00C5387A">
        <w:t xml:space="preserve"> </w:t>
      </w:r>
      <w:r>
        <w:t xml:space="preserve">Network Security Journal, </w:t>
      </w:r>
      <w:r w:rsidRPr="00C5387A">
        <w:t xml:space="preserve">Tippit, </w:t>
      </w:r>
      <w:r>
        <w:t>May 25, 2007</w:t>
      </w:r>
      <w:proofErr w:type="gramStart"/>
      <w:r>
        <w:t>,</w:t>
      </w:r>
      <w:proofErr w:type="gramEnd"/>
      <w:r>
        <w:br/>
      </w:r>
      <w:hyperlink r:id="rId12" w:history="1">
        <w:r w:rsidRPr="00955833">
          <w:rPr>
            <w:rStyle w:val="Hyperlink"/>
            <w:rFonts w:cs="Arial"/>
          </w:rPr>
          <w:t>http://www.networksecurityjournal.com/features/firewall-basics-052507/</w:t>
        </w:r>
      </w:hyperlink>
      <w:r w:rsidRPr="00C5387A">
        <w:t xml:space="preserve"> (</w:t>
      </w:r>
      <w:r>
        <w:t xml:space="preserve">accessed </w:t>
      </w:r>
      <w:r w:rsidR="00F865BF">
        <w:t>May 25, 2012</w:t>
      </w:r>
      <w:r w:rsidRPr="00C5387A">
        <w:t>).</w:t>
      </w:r>
    </w:p>
    <w:p w:rsidR="00B0756F" w:rsidRPr="00C5387A" w:rsidRDefault="00F865BF" w:rsidP="004C4835">
      <w:pPr>
        <w:pStyle w:val="BodyText"/>
      </w:pPr>
      <w:r w:rsidRPr="00C5387A" w:rsidDel="00F865BF">
        <w:t xml:space="preserve"> </w:t>
      </w:r>
      <w:proofErr w:type="gramStart"/>
      <w:r w:rsidR="00B0756F" w:rsidRPr="00C5387A">
        <w:t xml:space="preserve">“How to </w:t>
      </w:r>
      <w:r w:rsidR="00955833">
        <w:t>C</w:t>
      </w:r>
      <w:r w:rsidR="00B0756F" w:rsidRPr="00C5387A">
        <w:t xml:space="preserve">onfigure Windows Server 2003 SP1 </w:t>
      </w:r>
      <w:r w:rsidR="00955833">
        <w:t>F</w:t>
      </w:r>
      <w:r w:rsidR="00B0756F" w:rsidRPr="00C5387A">
        <w:t>irewall for a Domain Controller</w:t>
      </w:r>
      <w:r w:rsidR="00955833">
        <w:t>.</w:t>
      </w:r>
      <w:r w:rsidR="00B0756F" w:rsidRPr="00C5387A">
        <w:t>”</w:t>
      </w:r>
      <w:proofErr w:type="gramEnd"/>
      <w:r w:rsidR="00B0756F" w:rsidRPr="00C5387A">
        <w:t xml:space="preserve"> </w:t>
      </w:r>
      <w:proofErr w:type="gramStart"/>
      <w:r w:rsidR="00B0756F" w:rsidRPr="00C5387A">
        <w:t>Microsoft</w:t>
      </w:r>
      <w:r w:rsidR="00955833">
        <w:t>.com</w:t>
      </w:r>
      <w:r w:rsidR="00B0756F" w:rsidRPr="00C5387A">
        <w:t xml:space="preserve">, </w:t>
      </w:r>
      <w:hyperlink r:id="rId13" w:history="1">
        <w:r w:rsidR="00B0756F" w:rsidRPr="00955833">
          <w:rPr>
            <w:rStyle w:val="Hyperlink"/>
            <w:rFonts w:cs="Arial"/>
          </w:rPr>
          <w:t>http://support.microsoft.co</w:t>
        </w:r>
        <w:r w:rsidR="00B0756F" w:rsidRPr="00955833">
          <w:rPr>
            <w:rStyle w:val="Hyperlink"/>
            <w:rFonts w:cs="Arial"/>
          </w:rPr>
          <w:t>m</w:t>
        </w:r>
        <w:r w:rsidR="00B0756F" w:rsidRPr="00955833">
          <w:rPr>
            <w:rStyle w:val="Hyperlink"/>
            <w:rFonts w:cs="Arial"/>
          </w:rPr>
          <w:t>/kb/555381</w:t>
        </w:r>
      </w:hyperlink>
      <w:r w:rsidR="00B0756F" w:rsidRPr="00C5387A">
        <w:t xml:space="preserve"> (</w:t>
      </w:r>
      <w:r w:rsidR="00955833">
        <w:t xml:space="preserve">accessed </w:t>
      </w:r>
      <w:r>
        <w:t>May 25, 2012</w:t>
      </w:r>
      <w:r w:rsidR="00B0756F" w:rsidRPr="00C5387A">
        <w:t>).</w:t>
      </w:r>
      <w:proofErr w:type="gramEnd"/>
    </w:p>
    <w:p w:rsidR="00B0756F" w:rsidRPr="00C5387A" w:rsidRDefault="00B0756F" w:rsidP="004C4835">
      <w:pPr>
        <w:pStyle w:val="BodyText"/>
      </w:pPr>
      <w:proofErr w:type="gramStart"/>
      <w:r w:rsidRPr="00C5387A">
        <w:t xml:space="preserve">“How </w:t>
      </w:r>
      <w:r w:rsidR="00955833">
        <w:t>t</w:t>
      </w:r>
      <w:r w:rsidRPr="00C5387A">
        <w:t>o Install Network Monitor in Windows 2000</w:t>
      </w:r>
      <w:r w:rsidR="00955833">
        <w:t>.</w:t>
      </w:r>
      <w:r w:rsidRPr="00C5387A">
        <w:t>”</w:t>
      </w:r>
      <w:proofErr w:type="gramEnd"/>
      <w:r w:rsidRPr="00C5387A">
        <w:t xml:space="preserve"> </w:t>
      </w:r>
      <w:proofErr w:type="gramStart"/>
      <w:r w:rsidRPr="00C5387A">
        <w:t>Microsoft</w:t>
      </w:r>
      <w:r w:rsidR="00955833">
        <w:t>.com</w:t>
      </w:r>
      <w:r w:rsidRPr="00C5387A">
        <w:t xml:space="preserve">, </w:t>
      </w:r>
      <w:hyperlink r:id="rId14" w:history="1">
        <w:r w:rsidRPr="00955833">
          <w:rPr>
            <w:rStyle w:val="Hyperlink"/>
            <w:rFonts w:cs="Arial"/>
          </w:rPr>
          <w:t>http://support.microsoft.com/kb/243270</w:t>
        </w:r>
      </w:hyperlink>
      <w:r w:rsidRPr="00C5387A">
        <w:t xml:space="preserve"> (</w:t>
      </w:r>
      <w:r w:rsidR="00955833">
        <w:t xml:space="preserve">accessed </w:t>
      </w:r>
      <w:r w:rsidR="00F865BF">
        <w:t>May 25, 2012</w:t>
      </w:r>
      <w:r w:rsidRPr="00C5387A">
        <w:t>).</w:t>
      </w:r>
      <w:proofErr w:type="gramEnd"/>
    </w:p>
    <w:p w:rsidR="00B0756F" w:rsidRPr="00C5387A" w:rsidRDefault="00B0756F" w:rsidP="004C4835">
      <w:pPr>
        <w:pStyle w:val="BodyText"/>
      </w:pPr>
      <w:proofErr w:type="spellStart"/>
      <w:r w:rsidRPr="00C76E90">
        <w:t>Melber</w:t>
      </w:r>
      <w:proofErr w:type="spellEnd"/>
      <w:r w:rsidRPr="00C76E90">
        <w:t>, Derek</w:t>
      </w:r>
      <w:r w:rsidR="004C4835">
        <w:t>.</w:t>
      </w:r>
      <w:r>
        <w:t xml:space="preserve"> </w:t>
      </w:r>
      <w:r w:rsidR="00955833">
        <w:t>“</w:t>
      </w:r>
      <w:r w:rsidRPr="00C76E90">
        <w:t xml:space="preserve">Security </w:t>
      </w:r>
      <w:r w:rsidRPr="00C5387A">
        <w:t>Configuration Wizard in Windows Server 2003 Service Pack 1</w:t>
      </w:r>
      <w:r w:rsidR="00955833">
        <w:t>.”</w:t>
      </w:r>
      <w:r w:rsidRPr="00C5387A">
        <w:t xml:space="preserve"> </w:t>
      </w:r>
      <w:proofErr w:type="gramStart"/>
      <w:r w:rsidR="00955833">
        <w:t>WindowsSecurity.com</w:t>
      </w:r>
      <w:r w:rsidRPr="00C5387A">
        <w:t xml:space="preserve">, </w:t>
      </w:r>
      <w:proofErr w:type="spellStart"/>
      <w:r w:rsidR="00955833" w:rsidRPr="00C5387A">
        <w:t>TechGenix</w:t>
      </w:r>
      <w:proofErr w:type="spellEnd"/>
      <w:r w:rsidR="00955833" w:rsidRPr="00C5387A">
        <w:t>,</w:t>
      </w:r>
      <w:r w:rsidR="004C4835">
        <w:t xml:space="preserve"> January 20, 2005, </w:t>
      </w:r>
      <w:hyperlink r:id="rId15" w:history="1">
        <w:r w:rsidRPr="005D764A">
          <w:rPr>
            <w:rStyle w:val="Hyperlink"/>
            <w:rFonts w:cs="Arial"/>
          </w:rPr>
          <w:t>http://www.windowsecurity.com/articles/Security-Configuration-Wizard-Windows-Server-2003-SP1.html</w:t>
        </w:r>
      </w:hyperlink>
      <w:r w:rsidRPr="00C5387A">
        <w:t xml:space="preserve"> (</w:t>
      </w:r>
      <w:r w:rsidR="00955833">
        <w:t xml:space="preserve">accessed </w:t>
      </w:r>
      <w:r w:rsidR="00F865BF">
        <w:t>May 25, 2012</w:t>
      </w:r>
      <w:r w:rsidRPr="00C5387A">
        <w:t>)</w:t>
      </w:r>
      <w:r w:rsidR="00955833">
        <w:t>.</w:t>
      </w:r>
      <w:proofErr w:type="gramEnd"/>
    </w:p>
    <w:p w:rsidR="00B0756F" w:rsidRPr="00C5387A" w:rsidRDefault="00B0756F" w:rsidP="00A74732">
      <w:pPr>
        <w:pStyle w:val="BodyText"/>
      </w:pPr>
      <w:proofErr w:type="gramStart"/>
      <w:r w:rsidRPr="00C5387A">
        <w:rPr>
          <w:rFonts w:hint="eastAsia"/>
        </w:rPr>
        <w:t xml:space="preserve">Posey, </w:t>
      </w:r>
      <w:r w:rsidRPr="00C5387A">
        <w:t xml:space="preserve">Brien M. “Analyzing Traffic </w:t>
      </w:r>
      <w:r w:rsidR="00A74732">
        <w:t>w</w:t>
      </w:r>
      <w:r w:rsidRPr="00C5387A">
        <w:t>ith Network Monitor</w:t>
      </w:r>
      <w:r w:rsidR="00955833">
        <w:t>.</w:t>
      </w:r>
      <w:r w:rsidRPr="00C5387A">
        <w:t>”</w:t>
      </w:r>
      <w:proofErr w:type="gramEnd"/>
      <w:r w:rsidRPr="00C5387A">
        <w:t xml:space="preserve"> </w:t>
      </w:r>
      <w:proofErr w:type="gramStart"/>
      <w:r w:rsidR="00955833">
        <w:t xml:space="preserve">WindowsNetworking.com, </w:t>
      </w:r>
      <w:r w:rsidRPr="00C5387A">
        <w:t xml:space="preserve">TechGenix, </w:t>
      </w:r>
      <w:r w:rsidR="00A74732">
        <w:t xml:space="preserve">June 30, 2005, </w:t>
      </w:r>
      <w:hyperlink r:id="rId16" w:history="1">
        <w:r w:rsidRPr="00955833">
          <w:rPr>
            <w:rStyle w:val="Hyperlink"/>
            <w:rFonts w:cs="Arial"/>
          </w:rPr>
          <w:t>http://www.windowsnetworking.com/articles_tutorials/Analyzing-Traffic-Network-Monitor.html</w:t>
        </w:r>
      </w:hyperlink>
      <w:r w:rsidRPr="00C5387A">
        <w:t xml:space="preserve"> (</w:t>
      </w:r>
      <w:r w:rsidR="00955833">
        <w:t xml:space="preserve">accessed </w:t>
      </w:r>
      <w:r w:rsidR="00F865BF">
        <w:t>May 25, 2012</w:t>
      </w:r>
      <w:r w:rsidRPr="00C5387A">
        <w:t>).</w:t>
      </w:r>
      <w:proofErr w:type="gramEnd"/>
    </w:p>
    <w:p w:rsidR="00B0756F" w:rsidRPr="00C5387A" w:rsidRDefault="00B0756F" w:rsidP="00A74732">
      <w:pPr>
        <w:pStyle w:val="BodyText"/>
      </w:pPr>
      <w:proofErr w:type="spellStart"/>
      <w:r w:rsidRPr="00C5387A">
        <w:t>Skrenta</w:t>
      </w:r>
      <w:proofErr w:type="spellEnd"/>
      <w:r w:rsidRPr="00C5387A">
        <w:t>, Rich</w:t>
      </w:r>
      <w:r w:rsidR="00A74732">
        <w:t>.</w:t>
      </w:r>
      <w:r w:rsidRPr="00C5387A">
        <w:t xml:space="preserve"> </w:t>
      </w:r>
      <w:proofErr w:type="gramStart"/>
      <w:r w:rsidRPr="00C5387A">
        <w:t xml:space="preserve">“The </w:t>
      </w:r>
      <w:r w:rsidR="00955833">
        <w:t>J</w:t>
      </w:r>
      <w:r w:rsidRPr="00C5387A">
        <w:t xml:space="preserve">oy of the </w:t>
      </w:r>
      <w:r w:rsidR="00955833">
        <w:t>H</w:t>
      </w:r>
      <w:r w:rsidRPr="00C5387A">
        <w:t>ack</w:t>
      </w:r>
      <w:r w:rsidR="00A74732">
        <w:t>.</w:t>
      </w:r>
      <w:r w:rsidRPr="00C5387A">
        <w:t>”</w:t>
      </w:r>
      <w:proofErr w:type="gramEnd"/>
      <w:r w:rsidRPr="00C5387A">
        <w:t xml:space="preserve"> </w:t>
      </w:r>
      <w:proofErr w:type="spellStart"/>
      <w:proofErr w:type="gramStart"/>
      <w:r w:rsidRPr="00C5387A">
        <w:t>Skrentablog</w:t>
      </w:r>
      <w:proofErr w:type="spellEnd"/>
      <w:r w:rsidRPr="00C5387A">
        <w:t xml:space="preserve">, </w:t>
      </w:r>
      <w:hyperlink r:id="rId17" w:history="1">
        <w:r w:rsidRPr="00955833">
          <w:rPr>
            <w:rStyle w:val="Hyperlink"/>
            <w:rFonts w:cs="Arial"/>
          </w:rPr>
          <w:t>http://www.skrenta.com/2007/01/the_joy_of_the_hack.html</w:t>
        </w:r>
      </w:hyperlink>
      <w:r w:rsidRPr="00C5387A">
        <w:t xml:space="preserve"> (</w:t>
      </w:r>
      <w:r w:rsidR="00955833">
        <w:t xml:space="preserve">accessed </w:t>
      </w:r>
      <w:r w:rsidR="00F865BF">
        <w:t>May 25, 2012</w:t>
      </w:r>
      <w:r w:rsidRPr="00C5387A">
        <w:t>)</w:t>
      </w:r>
      <w:r w:rsidR="00955833">
        <w:t>.</w:t>
      </w:r>
      <w:proofErr w:type="gramEnd"/>
    </w:p>
    <w:sectPr w:rsidR="00B0756F" w:rsidRPr="00C5387A" w:rsidSect="00B0756F">
      <w:headerReference w:type="default" r:id="rId18"/>
      <w:footerReference w:type="default" r:id="rId19"/>
      <w:footerReference w:type="first" r:id="rId2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403" w:rsidRDefault="00186403">
      <w:r>
        <w:separator/>
      </w:r>
    </w:p>
  </w:endnote>
  <w:endnote w:type="continuationSeparator" w:id="0">
    <w:p w:rsidR="00186403" w:rsidRDefault="001864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006" w:rsidRDefault="00093006" w:rsidP="009721A5">
    <w:pPr>
      <w:pStyle w:val="Footer"/>
    </w:pPr>
    <w:r w:rsidRPr="00FA70C4">
      <w:rPr>
        <w:rFonts w:cs="Arial"/>
        <w:szCs w:val="16"/>
      </w:rPr>
      <w:t>Copyright © 2008</w:t>
    </w:r>
    <w:r>
      <w:rPr>
        <w:rFonts w:cs="Arial"/>
        <w:szCs w:val="16"/>
      </w:rPr>
      <w:t>–201</w:t>
    </w:r>
    <w:r w:rsidR="00510E21">
      <w:rPr>
        <w:rFonts w:cs="Arial"/>
        <w:szCs w:val="16"/>
      </w:rPr>
      <w:t>2</w:t>
    </w:r>
    <w:r w:rsidRPr="00FA70C4">
      <w:rPr>
        <w:rFonts w:cs="Arial"/>
        <w:szCs w:val="16"/>
      </w:rPr>
      <w:t xml:space="preserve">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006" w:rsidRDefault="00093006" w:rsidP="009721A5">
    <w:pPr>
      <w:pStyle w:val="Footer"/>
    </w:pPr>
    <w:r w:rsidRPr="00FA70C4">
      <w:rPr>
        <w:rFonts w:cs="Arial"/>
        <w:szCs w:val="16"/>
      </w:rPr>
      <w:t>Copyright © 2008</w:t>
    </w:r>
    <w:r>
      <w:rPr>
        <w:rFonts w:cs="Arial"/>
        <w:szCs w:val="16"/>
      </w:rPr>
      <w:t>–201</w:t>
    </w:r>
    <w:r w:rsidR="00510E21">
      <w:rPr>
        <w:rFonts w:cs="Arial"/>
        <w:szCs w:val="16"/>
      </w:rPr>
      <w:t>2</w:t>
    </w:r>
    <w:r w:rsidRPr="00FA70C4">
      <w:rPr>
        <w:rFonts w:cs="Arial"/>
        <w:szCs w:val="16"/>
      </w:rPr>
      <w:t xml:space="preserve">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403" w:rsidRDefault="00186403">
      <w:r>
        <w:separator/>
      </w:r>
    </w:p>
  </w:footnote>
  <w:footnote w:type="continuationSeparator" w:id="0">
    <w:p w:rsidR="00186403" w:rsidRDefault="001864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006" w:rsidRPr="003F5C3F" w:rsidRDefault="00093006" w:rsidP="003058E9">
    <w:pPr>
      <w:pStyle w:val="Headers"/>
      <w:rPr>
        <w:noProof/>
      </w:rPr>
    </w:pPr>
    <w:r>
      <w:t>AOIT Computer Networking</w:t>
    </w:r>
  </w:p>
  <w:p w:rsidR="00093006" w:rsidRPr="005D4593" w:rsidRDefault="00093006" w:rsidP="003058E9">
    <w:pPr>
      <w:pStyle w:val="Headers"/>
      <w:rPr>
        <w:rFonts w:cs="Courier New"/>
        <w:color w:val="000000"/>
        <w:szCs w:val="20"/>
      </w:rPr>
    </w:pPr>
    <w:r w:rsidRPr="005D4593">
      <w:t xml:space="preserve">Lesson 11 </w:t>
    </w:r>
    <w:r w:rsidRPr="003058E9">
      <w:rPr>
        <w:b w:val="0"/>
        <w:noProof/>
      </w:rPr>
      <w:t>Network Security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1">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1E816680"/>
    <w:multiLevelType w:val="hybridMultilevel"/>
    <w:tmpl w:val="C646299A"/>
    <w:lvl w:ilvl="0" w:tplc="2FD086D4">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nsid w:val="209C2FD6"/>
    <w:multiLevelType w:val="hybridMultilevel"/>
    <w:tmpl w:val="B3041DF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6">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3FFB449F"/>
    <w:multiLevelType w:val="hybridMultilevel"/>
    <w:tmpl w:val="B158F7AA"/>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23">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24">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27">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6A2725E8"/>
    <w:multiLevelType w:val="hybridMultilevel"/>
    <w:tmpl w:val="6C207A56"/>
    <w:lvl w:ilvl="0" w:tplc="A6440C50">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7E1721"/>
    <w:multiLevelType w:val="hybridMultilevel"/>
    <w:tmpl w:val="B54E2706"/>
    <w:lvl w:ilvl="0" w:tplc="80C6A278">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34">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1"/>
  </w:num>
  <w:num w:numId="3">
    <w:abstractNumId w:val="21"/>
    <w:lvlOverride w:ilvl="0">
      <w:startOverride w:val="1"/>
    </w:lvlOverride>
  </w:num>
  <w:num w:numId="4">
    <w:abstractNumId w:val="19"/>
  </w:num>
  <w:num w:numId="5">
    <w:abstractNumId w:val="12"/>
  </w:num>
  <w:num w:numId="6">
    <w:abstractNumId w:val="1"/>
  </w:num>
  <w:num w:numId="7">
    <w:abstractNumId w:val="6"/>
  </w:num>
  <w:num w:numId="8">
    <w:abstractNumId w:val="34"/>
  </w:num>
  <w:num w:numId="9">
    <w:abstractNumId w:val="21"/>
  </w:num>
  <w:num w:numId="10">
    <w:abstractNumId w:val="9"/>
  </w:num>
  <w:num w:numId="11">
    <w:abstractNumId w:val="3"/>
  </w:num>
  <w:num w:numId="12">
    <w:abstractNumId w:val="0"/>
  </w:num>
  <w:num w:numId="13">
    <w:abstractNumId w:val="5"/>
  </w:num>
  <w:num w:numId="14">
    <w:abstractNumId w:val="4"/>
  </w:num>
  <w:num w:numId="15">
    <w:abstractNumId w:val="27"/>
  </w:num>
  <w:num w:numId="16">
    <w:abstractNumId w:val="11"/>
  </w:num>
  <w:num w:numId="17">
    <w:abstractNumId w:val="22"/>
  </w:num>
  <w:num w:numId="18">
    <w:abstractNumId w:val="10"/>
  </w:num>
  <w:num w:numId="19">
    <w:abstractNumId w:val="2"/>
  </w:num>
  <w:num w:numId="20">
    <w:abstractNumId w:val="7"/>
  </w:num>
  <w:num w:numId="21">
    <w:abstractNumId w:val="15"/>
  </w:num>
  <w:num w:numId="22">
    <w:abstractNumId w:val="23"/>
  </w:num>
  <w:num w:numId="23">
    <w:abstractNumId w:val="20"/>
  </w:num>
  <w:num w:numId="24">
    <w:abstractNumId w:val="29"/>
  </w:num>
  <w:num w:numId="25">
    <w:abstractNumId w:val="26"/>
  </w:num>
  <w:num w:numId="26">
    <w:abstractNumId w:val="30"/>
  </w:num>
  <w:num w:numId="27">
    <w:abstractNumId w:val="21"/>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21"/>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29">
    <w:abstractNumId w:val="18"/>
  </w:num>
  <w:num w:numId="30">
    <w:abstractNumId w:val="17"/>
  </w:num>
  <w:num w:numId="31">
    <w:abstractNumId w:val="14"/>
  </w:num>
  <w:num w:numId="32">
    <w:abstractNumId w:val="16"/>
  </w:num>
  <w:num w:numId="33">
    <w:abstractNumId w:val="8"/>
  </w:num>
  <w:num w:numId="34">
    <w:abstractNumId w:val="25"/>
  </w:num>
  <w:num w:numId="35">
    <w:abstractNumId w:val="24"/>
  </w:num>
  <w:num w:numId="36">
    <w:abstractNumId w:val="28"/>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32"/>
  </w:num>
  <w:num w:numId="50">
    <w:abstractNumId w:val="32"/>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3F01"/>
  <w:doNotTrackMoves/>
  <w:defaultTabStop w:val="720"/>
  <w:clickAndTypeStyle w:val="BodyText"/>
  <w:characterSpacingControl w:val="doNotCompress"/>
  <w:hdrShapeDefaults>
    <o:shapedefaults v:ext="edit" spidmax="1229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3BA9"/>
    <w:rsid w:val="000339EE"/>
    <w:rsid w:val="00036F7B"/>
    <w:rsid w:val="00037972"/>
    <w:rsid w:val="00037EFD"/>
    <w:rsid w:val="00051D4B"/>
    <w:rsid w:val="000664ED"/>
    <w:rsid w:val="00093006"/>
    <w:rsid w:val="000C3C6C"/>
    <w:rsid w:val="000E08AE"/>
    <w:rsid w:val="000F5957"/>
    <w:rsid w:val="000F637D"/>
    <w:rsid w:val="000F74CA"/>
    <w:rsid w:val="000F7780"/>
    <w:rsid w:val="001313D8"/>
    <w:rsid w:val="0013252A"/>
    <w:rsid w:val="00142DE7"/>
    <w:rsid w:val="00173332"/>
    <w:rsid w:val="00184CC4"/>
    <w:rsid w:val="00186403"/>
    <w:rsid w:val="001B650C"/>
    <w:rsid w:val="001F5937"/>
    <w:rsid w:val="00200349"/>
    <w:rsid w:val="0021313D"/>
    <w:rsid w:val="00217294"/>
    <w:rsid w:val="0021774A"/>
    <w:rsid w:val="002256AA"/>
    <w:rsid w:val="0024548F"/>
    <w:rsid w:val="00253BA9"/>
    <w:rsid w:val="002B07EC"/>
    <w:rsid w:val="002C698C"/>
    <w:rsid w:val="002D316B"/>
    <w:rsid w:val="002E16F3"/>
    <w:rsid w:val="003058E9"/>
    <w:rsid w:val="0039311A"/>
    <w:rsid w:val="003934A6"/>
    <w:rsid w:val="003A2556"/>
    <w:rsid w:val="003E10CD"/>
    <w:rsid w:val="003E7175"/>
    <w:rsid w:val="003F5C3F"/>
    <w:rsid w:val="003F6CFD"/>
    <w:rsid w:val="00417A56"/>
    <w:rsid w:val="00451A03"/>
    <w:rsid w:val="0046175E"/>
    <w:rsid w:val="0046394E"/>
    <w:rsid w:val="00464357"/>
    <w:rsid w:val="0048389B"/>
    <w:rsid w:val="004B6322"/>
    <w:rsid w:val="004C326E"/>
    <w:rsid w:val="004C4835"/>
    <w:rsid w:val="004C6CC5"/>
    <w:rsid w:val="004F2F93"/>
    <w:rsid w:val="0050108E"/>
    <w:rsid w:val="00506F88"/>
    <w:rsid w:val="00510E21"/>
    <w:rsid w:val="00522326"/>
    <w:rsid w:val="00527B12"/>
    <w:rsid w:val="00535E20"/>
    <w:rsid w:val="0053667E"/>
    <w:rsid w:val="00593D91"/>
    <w:rsid w:val="005B6E71"/>
    <w:rsid w:val="005C4FD6"/>
    <w:rsid w:val="005D764A"/>
    <w:rsid w:val="005F5525"/>
    <w:rsid w:val="006157BE"/>
    <w:rsid w:val="006171C3"/>
    <w:rsid w:val="00625BA0"/>
    <w:rsid w:val="00625D55"/>
    <w:rsid w:val="00640F17"/>
    <w:rsid w:val="00651E0D"/>
    <w:rsid w:val="0067319D"/>
    <w:rsid w:val="006B604C"/>
    <w:rsid w:val="006F4BFD"/>
    <w:rsid w:val="00732564"/>
    <w:rsid w:val="007430C8"/>
    <w:rsid w:val="00752BD7"/>
    <w:rsid w:val="0079148E"/>
    <w:rsid w:val="007A17E7"/>
    <w:rsid w:val="007B2E3C"/>
    <w:rsid w:val="007B72BA"/>
    <w:rsid w:val="007F296D"/>
    <w:rsid w:val="007F5AFD"/>
    <w:rsid w:val="0080342C"/>
    <w:rsid w:val="0084725A"/>
    <w:rsid w:val="00856C32"/>
    <w:rsid w:val="0088551C"/>
    <w:rsid w:val="00885C6A"/>
    <w:rsid w:val="008A1882"/>
    <w:rsid w:val="008A5971"/>
    <w:rsid w:val="008C03E6"/>
    <w:rsid w:val="008E6623"/>
    <w:rsid w:val="0091713E"/>
    <w:rsid w:val="009228BF"/>
    <w:rsid w:val="0093648F"/>
    <w:rsid w:val="0094201F"/>
    <w:rsid w:val="00955833"/>
    <w:rsid w:val="009701ED"/>
    <w:rsid w:val="00970F30"/>
    <w:rsid w:val="009721A5"/>
    <w:rsid w:val="0098552C"/>
    <w:rsid w:val="00990DC6"/>
    <w:rsid w:val="009A6F3E"/>
    <w:rsid w:val="009E4A46"/>
    <w:rsid w:val="00A041AC"/>
    <w:rsid w:val="00A05A2D"/>
    <w:rsid w:val="00A108A9"/>
    <w:rsid w:val="00A241A1"/>
    <w:rsid w:val="00A250FA"/>
    <w:rsid w:val="00A31977"/>
    <w:rsid w:val="00A41EF4"/>
    <w:rsid w:val="00A43218"/>
    <w:rsid w:val="00A45903"/>
    <w:rsid w:val="00A60B03"/>
    <w:rsid w:val="00A64FF7"/>
    <w:rsid w:val="00A74732"/>
    <w:rsid w:val="00A829B1"/>
    <w:rsid w:val="00A9359F"/>
    <w:rsid w:val="00A96379"/>
    <w:rsid w:val="00A970F8"/>
    <w:rsid w:val="00AB0EB2"/>
    <w:rsid w:val="00AD0DFE"/>
    <w:rsid w:val="00AD44CA"/>
    <w:rsid w:val="00AF2926"/>
    <w:rsid w:val="00B0756F"/>
    <w:rsid w:val="00B62A9E"/>
    <w:rsid w:val="00BC45FC"/>
    <w:rsid w:val="00BE79A4"/>
    <w:rsid w:val="00C02600"/>
    <w:rsid w:val="00C046D1"/>
    <w:rsid w:val="00C1409D"/>
    <w:rsid w:val="00C1739C"/>
    <w:rsid w:val="00C2542F"/>
    <w:rsid w:val="00C33934"/>
    <w:rsid w:val="00C36077"/>
    <w:rsid w:val="00C94CAC"/>
    <w:rsid w:val="00CD19EA"/>
    <w:rsid w:val="00CD2827"/>
    <w:rsid w:val="00CD7B58"/>
    <w:rsid w:val="00CF09B9"/>
    <w:rsid w:val="00CF50B1"/>
    <w:rsid w:val="00D159DC"/>
    <w:rsid w:val="00D26EDB"/>
    <w:rsid w:val="00D27AE3"/>
    <w:rsid w:val="00D359BE"/>
    <w:rsid w:val="00D37B2B"/>
    <w:rsid w:val="00D55CA8"/>
    <w:rsid w:val="00D55F2E"/>
    <w:rsid w:val="00D61134"/>
    <w:rsid w:val="00D7351E"/>
    <w:rsid w:val="00D94487"/>
    <w:rsid w:val="00DE6CE0"/>
    <w:rsid w:val="00E00633"/>
    <w:rsid w:val="00E15185"/>
    <w:rsid w:val="00E22CC1"/>
    <w:rsid w:val="00E57579"/>
    <w:rsid w:val="00E63276"/>
    <w:rsid w:val="00EA6B51"/>
    <w:rsid w:val="00EC39AC"/>
    <w:rsid w:val="00ED24E6"/>
    <w:rsid w:val="00F403E0"/>
    <w:rsid w:val="00F44FAE"/>
    <w:rsid w:val="00F4741B"/>
    <w:rsid w:val="00F47DC2"/>
    <w:rsid w:val="00F526F2"/>
    <w:rsid w:val="00F61074"/>
    <w:rsid w:val="00F74CA7"/>
    <w:rsid w:val="00F7599C"/>
    <w:rsid w:val="00F85647"/>
    <w:rsid w:val="00F865BF"/>
    <w:rsid w:val="00FD3515"/>
    <w:rsid w:val="00FD62BD"/>
    <w:rsid w:val="00FE3C83"/>
    <w:rsid w:val="00FF19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F88"/>
    <w:pPr>
      <w:spacing w:after="120" w:line="240" w:lineRule="atLeast"/>
      <w:ind w:left="576" w:hanging="576"/>
    </w:pPr>
    <w:rPr>
      <w:rFonts w:ascii="Arial" w:hAnsi="Arial"/>
      <w:szCs w:val="24"/>
    </w:rPr>
  </w:style>
  <w:style w:type="paragraph" w:styleId="Heading1">
    <w:name w:val="heading 1"/>
    <w:basedOn w:val="Normal"/>
    <w:next w:val="Normal"/>
    <w:qFormat/>
    <w:rsid w:val="00506F88"/>
    <w:pPr>
      <w:keepNext/>
      <w:spacing w:before="240" w:after="60"/>
      <w:outlineLvl w:val="0"/>
    </w:pPr>
    <w:rPr>
      <w:rFonts w:cs="Arial"/>
      <w:b/>
      <w:bCs/>
      <w:kern w:val="32"/>
      <w:sz w:val="32"/>
      <w:szCs w:val="32"/>
    </w:rPr>
  </w:style>
  <w:style w:type="paragraph" w:styleId="Heading3">
    <w:name w:val="heading 3"/>
    <w:basedOn w:val="Normal"/>
    <w:next w:val="Normal"/>
    <w:qFormat/>
    <w:rsid w:val="00506F88"/>
    <w:pPr>
      <w:keepNext/>
      <w:spacing w:before="240" w:after="60"/>
      <w:outlineLvl w:val="2"/>
    </w:pPr>
    <w:rPr>
      <w:rFonts w:cs="Arial"/>
      <w:b/>
      <w:bCs/>
      <w:sz w:val="26"/>
      <w:szCs w:val="26"/>
    </w:rPr>
  </w:style>
  <w:style w:type="character" w:default="1" w:styleId="DefaultParagraphFont">
    <w:name w:val="Default Paragraph Font"/>
    <w:uiPriority w:val="1"/>
    <w:semiHidden/>
    <w:unhideWhenUsed/>
    <w:rsid w:val="00506F8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506F88"/>
  </w:style>
  <w:style w:type="paragraph" w:customStyle="1" w:styleId="TableHeadings">
    <w:name w:val="Table Headings"/>
    <w:basedOn w:val="Normal"/>
    <w:autoRedefine/>
    <w:rsid w:val="00506F88"/>
    <w:pPr>
      <w:tabs>
        <w:tab w:val="left" w:pos="360"/>
        <w:tab w:val="left" w:pos="720"/>
      </w:tabs>
      <w:spacing w:before="120"/>
    </w:pPr>
    <w:rPr>
      <w:b/>
      <w:color w:val="FFFFFF"/>
      <w:szCs w:val="20"/>
    </w:rPr>
  </w:style>
  <w:style w:type="paragraph" w:styleId="BodyText">
    <w:name w:val="Body Text"/>
    <w:basedOn w:val="Normal"/>
    <w:link w:val="BodyTextChar"/>
    <w:rsid w:val="00506F88"/>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BodyTextChar">
    <w:name w:val="Body Text Char"/>
    <w:basedOn w:val="DefaultParagraphFont"/>
    <w:link w:val="BodyText"/>
    <w:locked/>
    <w:rsid w:val="00506F88"/>
    <w:rPr>
      <w:rFonts w:ascii="Arial" w:hAnsi="Arial" w:cs="Arial"/>
      <w:color w:val="000000"/>
      <w:szCs w:val="24"/>
    </w:rPr>
  </w:style>
  <w:style w:type="paragraph" w:customStyle="1" w:styleId="BL">
    <w:name w:val="BL"/>
    <w:basedOn w:val="Normal"/>
    <w:autoRedefine/>
    <w:rsid w:val="00506F88"/>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506F88"/>
    <w:pPr>
      <w:tabs>
        <w:tab w:val="left" w:pos="720"/>
      </w:tabs>
      <w:spacing w:after="240"/>
    </w:pPr>
  </w:style>
  <w:style w:type="paragraph" w:styleId="Header">
    <w:name w:val="header"/>
    <w:basedOn w:val="Normal"/>
    <w:rsid w:val="00506F88"/>
    <w:pPr>
      <w:tabs>
        <w:tab w:val="center" w:pos="4320"/>
        <w:tab w:val="right" w:pos="8640"/>
      </w:tabs>
    </w:pPr>
  </w:style>
  <w:style w:type="paragraph" w:customStyle="1" w:styleId="ResourceNo">
    <w:name w:val="ResourceNo"/>
    <w:basedOn w:val="Normal"/>
    <w:next w:val="ResourceTitle"/>
    <w:link w:val="ResourceNoChar"/>
    <w:autoRedefine/>
    <w:rsid w:val="00506F88"/>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506F88"/>
    <w:rPr>
      <w:rFonts w:ascii="Arial" w:hAnsi="Arial" w:cs="AvenirLT-Heavy"/>
      <w:b/>
      <w:color w:val="27448B"/>
      <w:szCs w:val="44"/>
    </w:rPr>
  </w:style>
  <w:style w:type="paragraph" w:customStyle="1" w:styleId="Tablecolumnheading">
    <w:name w:val="Table column heading"/>
    <w:basedOn w:val="BodyText"/>
    <w:rsid w:val="00506F88"/>
    <w:pPr>
      <w:spacing w:after="120"/>
      <w:jc w:val="center"/>
    </w:pPr>
    <w:rPr>
      <w:rFonts w:cs="AvenirLT-Heavy"/>
      <w:color w:val="FFFFFF"/>
    </w:rPr>
  </w:style>
  <w:style w:type="paragraph" w:customStyle="1" w:styleId="LessonNo">
    <w:name w:val="LessonNo"/>
    <w:basedOn w:val="Normal"/>
    <w:rsid w:val="00506F88"/>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506F88"/>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506F88"/>
    <w:pPr>
      <w:tabs>
        <w:tab w:val="clear" w:pos="1080"/>
      </w:tabs>
      <w:spacing w:before="120" w:after="120" w:line="240" w:lineRule="auto"/>
    </w:pPr>
    <w:rPr>
      <w:rFonts w:cs="Tahoma"/>
    </w:rPr>
  </w:style>
  <w:style w:type="paragraph" w:customStyle="1" w:styleId="Instructions">
    <w:name w:val="Instructions"/>
    <w:basedOn w:val="BodyText"/>
    <w:rsid w:val="00506F88"/>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506F88"/>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506F88"/>
    <w:rPr>
      <w:rFonts w:cs="Times New Roman"/>
      <w:sz w:val="16"/>
      <w:szCs w:val="16"/>
    </w:rPr>
  </w:style>
  <w:style w:type="paragraph" w:customStyle="1" w:styleId="CrieriaTablelist">
    <w:name w:val="Crieria Table list"/>
    <w:basedOn w:val="BodyText"/>
    <w:autoRedefine/>
    <w:rsid w:val="00506F88"/>
    <w:pPr>
      <w:spacing w:before="120" w:after="120" w:line="240" w:lineRule="auto"/>
    </w:pPr>
    <w:rPr>
      <w:rFonts w:cs="Times New Roman"/>
    </w:rPr>
  </w:style>
  <w:style w:type="paragraph" w:customStyle="1" w:styleId="ResourceTitle">
    <w:name w:val="Resource Title"/>
    <w:basedOn w:val="Normal"/>
    <w:next w:val="BodyText"/>
    <w:autoRedefine/>
    <w:rsid w:val="00506F88"/>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506F88"/>
    <w:rPr>
      <w:szCs w:val="20"/>
    </w:rPr>
  </w:style>
  <w:style w:type="paragraph" w:customStyle="1" w:styleId="H1">
    <w:name w:val="H1"/>
    <w:basedOn w:val="Normal"/>
    <w:autoRedefine/>
    <w:rsid w:val="00506F88"/>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506F88"/>
    <w:rPr>
      <w:b/>
      <w:bCs/>
    </w:rPr>
  </w:style>
  <w:style w:type="paragraph" w:styleId="BalloonText">
    <w:name w:val="Balloon Text"/>
    <w:basedOn w:val="Normal"/>
    <w:semiHidden/>
    <w:rsid w:val="00506F88"/>
    <w:rPr>
      <w:rFonts w:ascii="Tahoma" w:hAnsi="Tahoma" w:cs="Tahoma"/>
      <w:sz w:val="16"/>
      <w:szCs w:val="16"/>
    </w:rPr>
  </w:style>
  <w:style w:type="character" w:styleId="Hyperlink">
    <w:name w:val="Hyperlink"/>
    <w:basedOn w:val="DefaultParagraphFont"/>
    <w:rsid w:val="00506F88"/>
    <w:rPr>
      <w:rFonts w:cs="Times New Roman"/>
      <w:color w:val="0000FF"/>
      <w:u w:val="single"/>
    </w:rPr>
  </w:style>
  <w:style w:type="paragraph" w:customStyle="1" w:styleId="CourseName">
    <w:name w:val="Course Name"/>
    <w:basedOn w:val="Normal"/>
    <w:autoRedefine/>
    <w:rsid w:val="00506F88"/>
    <w:pPr>
      <w:spacing w:line="240" w:lineRule="auto"/>
      <w:jc w:val="center"/>
    </w:pPr>
    <w:rPr>
      <w:rFonts w:cs="Arial"/>
      <w:color w:val="003399"/>
      <w:sz w:val="36"/>
      <w:szCs w:val="36"/>
    </w:rPr>
  </w:style>
  <w:style w:type="paragraph" w:customStyle="1" w:styleId="RubricTableheadings">
    <w:name w:val="Rubric Table headings"/>
    <w:basedOn w:val="TableText"/>
    <w:rsid w:val="00506F88"/>
    <w:rPr>
      <w:b/>
      <w:bCs/>
      <w:color w:val="FFFFFF"/>
    </w:rPr>
  </w:style>
  <w:style w:type="paragraph" w:customStyle="1" w:styleId="Checkboxplacement">
    <w:name w:val="Checkbox placement"/>
    <w:basedOn w:val="BodyText"/>
    <w:autoRedefine/>
    <w:rsid w:val="00506F88"/>
    <w:pPr>
      <w:spacing w:line="240" w:lineRule="auto"/>
    </w:pPr>
    <w:rPr>
      <w:sz w:val="36"/>
    </w:rPr>
  </w:style>
  <w:style w:type="paragraph" w:styleId="Footer">
    <w:name w:val="footer"/>
    <w:basedOn w:val="Normal"/>
    <w:rsid w:val="00506F88"/>
    <w:pPr>
      <w:tabs>
        <w:tab w:val="center" w:pos="4320"/>
        <w:tab w:val="right" w:pos="8640"/>
      </w:tabs>
    </w:pPr>
    <w:rPr>
      <w:sz w:val="16"/>
    </w:rPr>
  </w:style>
  <w:style w:type="character" w:customStyle="1" w:styleId="Answerkey">
    <w:name w:val="Answer key"/>
    <w:basedOn w:val="DefaultParagraphFont"/>
    <w:rsid w:val="00506F88"/>
    <w:rPr>
      <w:rFonts w:ascii="Arial" w:hAnsi="Arial"/>
      <w:i/>
      <w:color w:val="0000FF"/>
      <w:sz w:val="20"/>
      <w:szCs w:val="20"/>
    </w:rPr>
  </w:style>
  <w:style w:type="paragraph" w:customStyle="1" w:styleId="Headers">
    <w:name w:val="Headers"/>
    <w:basedOn w:val="Normal"/>
    <w:autoRedefine/>
    <w:rsid w:val="00506F88"/>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506F88"/>
    <w:pPr>
      <w:numPr>
        <w:numId w:val="0"/>
      </w:numPr>
      <w:tabs>
        <w:tab w:val="clear" w:pos="720"/>
      </w:tabs>
      <w:ind w:left="648" w:hanging="360"/>
    </w:pPr>
  </w:style>
  <w:style w:type="paragraph" w:customStyle="1" w:styleId="H2">
    <w:name w:val="H2"/>
    <w:basedOn w:val="Normal"/>
    <w:next w:val="Normal"/>
    <w:autoRedefine/>
    <w:rsid w:val="00506F88"/>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506F88"/>
    <w:pPr>
      <w:spacing w:before="120"/>
    </w:pPr>
    <w:rPr>
      <w:b w:val="0"/>
      <w:sz w:val="24"/>
    </w:rPr>
  </w:style>
  <w:style w:type="paragraph" w:customStyle="1" w:styleId="StyleTableHeadingsAfter-01">
    <w:name w:val="Style Table Headings + After:  -0.1&quot;"/>
    <w:basedOn w:val="TableHeadings"/>
    <w:autoRedefine/>
    <w:rsid w:val="00506F88"/>
    <w:pPr>
      <w:spacing w:line="240" w:lineRule="auto"/>
      <w:ind w:left="0" w:firstLine="0"/>
    </w:pPr>
  </w:style>
  <w:style w:type="paragraph" w:customStyle="1" w:styleId="code">
    <w:name w:val="code"/>
    <w:basedOn w:val="BodyText"/>
    <w:autoRedefine/>
    <w:rsid w:val="00506F88"/>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506F88"/>
    <w:rPr>
      <w:color w:val="FFFFFF"/>
    </w:rPr>
  </w:style>
  <w:style w:type="paragraph" w:customStyle="1" w:styleId="Tabletextcolumnheadings">
    <w:name w:val="Table text column headings"/>
    <w:basedOn w:val="Normal"/>
    <w:rsid w:val="00506F88"/>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506F88"/>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506F88"/>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506F88"/>
    <w:rPr>
      <w:rFonts w:cs="Times New Roman"/>
    </w:rPr>
  </w:style>
  <w:style w:type="paragraph" w:customStyle="1" w:styleId="Tabletextcolumnheading">
    <w:name w:val="Table text column heading"/>
    <w:basedOn w:val="Tabletextcolumnheadings"/>
    <w:autoRedefine/>
    <w:rsid w:val="00506F88"/>
    <w:pPr>
      <w:spacing w:line="240" w:lineRule="auto"/>
    </w:pPr>
    <w:rPr>
      <w:rFonts w:cs="Times New Roman"/>
    </w:rPr>
  </w:style>
  <w:style w:type="paragraph" w:customStyle="1" w:styleId="codeindent1">
    <w:name w:val="code indent 1"/>
    <w:basedOn w:val="code"/>
    <w:rsid w:val="00506F88"/>
    <w:pPr>
      <w:ind w:left="720"/>
    </w:pPr>
  </w:style>
  <w:style w:type="paragraph" w:customStyle="1" w:styleId="codeindent2">
    <w:name w:val="code indent 2"/>
    <w:basedOn w:val="code"/>
    <w:rsid w:val="00506F88"/>
    <w:pPr>
      <w:ind w:left="1440"/>
    </w:pPr>
  </w:style>
  <w:style w:type="character" w:customStyle="1" w:styleId="codechar">
    <w:name w:val="code char"/>
    <w:basedOn w:val="DefaultParagraphFont"/>
    <w:rsid w:val="00506F88"/>
    <w:rPr>
      <w:rFonts w:ascii="Courier" w:hAnsi="Courier"/>
      <w:sz w:val="20"/>
    </w:rPr>
  </w:style>
  <w:style w:type="paragraph" w:customStyle="1" w:styleId="TableHeadingsBlack">
    <w:name w:val="Table Headings Black"/>
    <w:basedOn w:val="TableHeadings"/>
    <w:autoRedefine/>
    <w:rsid w:val="00506F88"/>
    <w:rPr>
      <w:color w:val="000000"/>
    </w:rPr>
  </w:style>
  <w:style w:type="character" w:styleId="FollowedHyperlink">
    <w:name w:val="FollowedHyperlink"/>
    <w:basedOn w:val="DefaultParagraphFont"/>
    <w:uiPriority w:val="99"/>
    <w:semiHidden/>
    <w:unhideWhenUsed/>
    <w:rsid w:val="004C6CC5"/>
    <w:rPr>
      <w:color w:val="800080"/>
      <w:u w:val="single"/>
    </w:rPr>
  </w:style>
  <w:style w:type="paragraph" w:styleId="Revision">
    <w:name w:val="Revision"/>
    <w:hidden/>
    <w:uiPriority w:val="99"/>
    <w:semiHidden/>
    <w:rsid w:val="00A41EF4"/>
    <w:rPr>
      <w:rFonts w:ascii="Arial" w:hAnsi="Arial"/>
      <w:szCs w:val="24"/>
    </w:rPr>
  </w:style>
  <w:style w:type="paragraph" w:customStyle="1" w:styleId="ActivityHead">
    <w:name w:val="Activity Head"/>
    <w:basedOn w:val="Normal"/>
    <w:autoRedefine/>
    <w:rsid w:val="00506F88"/>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506F88"/>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506F88"/>
  </w:style>
  <w:style w:type="paragraph" w:customStyle="1" w:styleId="BL-sub">
    <w:name w:val="BL-sub"/>
    <w:basedOn w:val="Numbered"/>
    <w:qFormat/>
    <w:rsid w:val="00506F88"/>
    <w:pPr>
      <w:numPr>
        <w:ilvl w:val="1"/>
      </w:numPr>
      <w:spacing w:after="120"/>
      <w:ind w:left="994"/>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ireshark.org" TargetMode="External"/><Relationship Id="rId13" Type="http://schemas.openxmlformats.org/officeDocument/2006/relationships/hyperlink" Target="http://support.microsoft.com/kb/55538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windowsnetworking.com/articles_tutorials/Analyzing-Traffic-Network-Monitor.html" TargetMode="External"/><Relationship Id="rId12" Type="http://schemas.openxmlformats.org/officeDocument/2006/relationships/hyperlink" Target="http://www.networksecurityjournal.com/features/firewall-basics-052507/" TargetMode="External"/><Relationship Id="rId17" Type="http://schemas.openxmlformats.org/officeDocument/2006/relationships/hyperlink" Target="http://www.skrenta.com/2007/01/the_joy_of_the_hack.html" TargetMode="External"/><Relationship Id="rId2" Type="http://schemas.openxmlformats.org/officeDocument/2006/relationships/styles" Target="styles.xml"/><Relationship Id="rId16" Type="http://schemas.openxmlformats.org/officeDocument/2006/relationships/hyperlink" Target="http://www.windowsnetworking.com/articles_tutorials/Analyzing-Traffic-Network-Monitor.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reshark.org" TargetMode="External"/><Relationship Id="rId5" Type="http://schemas.openxmlformats.org/officeDocument/2006/relationships/footnotes" Target="footnotes.xml"/><Relationship Id="rId15" Type="http://schemas.openxmlformats.org/officeDocument/2006/relationships/hyperlink" Target="http://www.windowsecurity.com/articles/Security-Configuration-Wizard-Windows-Server-2003-SP1.html" TargetMode="External"/><Relationship Id="rId10" Type="http://schemas.openxmlformats.org/officeDocument/2006/relationships/hyperlink" Target="http://www.windowsecurity.com/articles/Security-Configuration-Wizard-Windows-Server-2003-SP1.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upport.microsoft.com/kb/555381" TargetMode="External"/><Relationship Id="rId14" Type="http://schemas.openxmlformats.org/officeDocument/2006/relationships/hyperlink" Target="http://support.microsoft.com/kb/243270"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Contacts\Documents\Pearson%20Foundation\Templates\March%202012\Teacher%20Resource%20Template_0329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Template_032912.dotx</Template>
  <TotalTime>43</TotalTime>
  <Pages>14</Pages>
  <Words>4058</Words>
  <Characters>23135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27139</CharactersWithSpaces>
  <SharedDoc>false</SharedDoc>
  <HLinks>
    <vt:vector size="72" baseType="variant">
      <vt:variant>
        <vt:i4>3997821</vt:i4>
      </vt:variant>
      <vt:variant>
        <vt:i4>33</vt:i4>
      </vt:variant>
      <vt:variant>
        <vt:i4>0</vt:i4>
      </vt:variant>
      <vt:variant>
        <vt:i4>5</vt:i4>
      </vt:variant>
      <vt:variant>
        <vt:lpwstr>http://www.skrenta.com/2007/01/the_joy_of_the_hack.html</vt:lpwstr>
      </vt:variant>
      <vt:variant>
        <vt:lpwstr/>
      </vt:variant>
      <vt:variant>
        <vt:i4>4915241</vt:i4>
      </vt:variant>
      <vt:variant>
        <vt:i4>30</vt:i4>
      </vt:variant>
      <vt:variant>
        <vt:i4>0</vt:i4>
      </vt:variant>
      <vt:variant>
        <vt:i4>5</vt:i4>
      </vt:variant>
      <vt:variant>
        <vt:lpwstr>http://www.windowsnetworking.com/articles_tutorials/Analyzing-Traffic-Network-Monitor.html</vt:lpwstr>
      </vt:variant>
      <vt:variant>
        <vt:lpwstr/>
      </vt:variant>
      <vt:variant>
        <vt:i4>5505038</vt:i4>
      </vt:variant>
      <vt:variant>
        <vt:i4>27</vt:i4>
      </vt:variant>
      <vt:variant>
        <vt:i4>0</vt:i4>
      </vt:variant>
      <vt:variant>
        <vt:i4>5</vt:i4>
      </vt:variant>
      <vt:variant>
        <vt:lpwstr>http://www.windowsecurity.com/articles/Security-Configuration-Wizard-Windows-Server-2003-SP1.html</vt:lpwstr>
      </vt:variant>
      <vt:variant>
        <vt:lpwstr/>
      </vt:variant>
      <vt:variant>
        <vt:i4>3473508</vt:i4>
      </vt:variant>
      <vt:variant>
        <vt:i4>24</vt:i4>
      </vt:variant>
      <vt:variant>
        <vt:i4>0</vt:i4>
      </vt:variant>
      <vt:variant>
        <vt:i4>5</vt:i4>
      </vt:variant>
      <vt:variant>
        <vt:lpwstr>http://support.microsoft.com/kb/243270</vt:lpwstr>
      </vt:variant>
      <vt:variant>
        <vt:lpwstr/>
      </vt:variant>
      <vt:variant>
        <vt:i4>3407978</vt:i4>
      </vt:variant>
      <vt:variant>
        <vt:i4>21</vt:i4>
      </vt:variant>
      <vt:variant>
        <vt:i4>0</vt:i4>
      </vt:variant>
      <vt:variant>
        <vt:i4>5</vt:i4>
      </vt:variant>
      <vt:variant>
        <vt:lpwstr>http://support.microsoft.com/kb/555381</vt:lpwstr>
      </vt:variant>
      <vt:variant>
        <vt:lpwstr/>
      </vt:variant>
      <vt:variant>
        <vt:i4>6619234</vt:i4>
      </vt:variant>
      <vt:variant>
        <vt:i4>18</vt:i4>
      </vt:variant>
      <vt:variant>
        <vt:i4>0</vt:i4>
      </vt:variant>
      <vt:variant>
        <vt:i4>5</vt:i4>
      </vt:variant>
      <vt:variant>
        <vt:lpwstr>http://www.itsecurity.com/blog/20070131/happy-birthday-dear-computer-virus/</vt:lpwstr>
      </vt:variant>
      <vt:variant>
        <vt:lpwstr/>
      </vt:variant>
      <vt:variant>
        <vt:i4>7536740</vt:i4>
      </vt:variant>
      <vt:variant>
        <vt:i4>15</vt:i4>
      </vt:variant>
      <vt:variant>
        <vt:i4>0</vt:i4>
      </vt:variant>
      <vt:variant>
        <vt:i4>5</vt:i4>
      </vt:variant>
      <vt:variant>
        <vt:lpwstr>http://www.networksecurityjournal.com/features/firewall-basics-052507/</vt:lpwstr>
      </vt:variant>
      <vt:variant>
        <vt:lpwstr/>
      </vt:variant>
      <vt:variant>
        <vt:i4>6225946</vt:i4>
      </vt:variant>
      <vt:variant>
        <vt:i4>12</vt:i4>
      </vt:variant>
      <vt:variant>
        <vt:i4>0</vt:i4>
      </vt:variant>
      <vt:variant>
        <vt:i4>5</vt:i4>
      </vt:variant>
      <vt:variant>
        <vt:lpwstr>http://www.wireshark.org/</vt:lpwstr>
      </vt:variant>
      <vt:variant>
        <vt:lpwstr/>
      </vt:variant>
      <vt:variant>
        <vt:i4>5505038</vt:i4>
      </vt:variant>
      <vt:variant>
        <vt:i4>9</vt:i4>
      </vt:variant>
      <vt:variant>
        <vt:i4>0</vt:i4>
      </vt:variant>
      <vt:variant>
        <vt:i4>5</vt:i4>
      </vt:variant>
      <vt:variant>
        <vt:lpwstr>http://www.windowsecurity.com/articles/Security-Configuration-Wizard-Windows-Server-2003-SP1.html</vt:lpwstr>
      </vt:variant>
      <vt:variant>
        <vt:lpwstr/>
      </vt:variant>
      <vt:variant>
        <vt:i4>3407978</vt:i4>
      </vt:variant>
      <vt:variant>
        <vt:i4>6</vt:i4>
      </vt:variant>
      <vt:variant>
        <vt:i4>0</vt:i4>
      </vt:variant>
      <vt:variant>
        <vt:i4>5</vt:i4>
      </vt:variant>
      <vt:variant>
        <vt:lpwstr>http://support.microsoft.com/kb/555381</vt:lpwstr>
      </vt:variant>
      <vt:variant>
        <vt:lpwstr/>
      </vt:variant>
      <vt:variant>
        <vt:i4>6225946</vt:i4>
      </vt:variant>
      <vt:variant>
        <vt:i4>3</vt:i4>
      </vt:variant>
      <vt:variant>
        <vt:i4>0</vt:i4>
      </vt:variant>
      <vt:variant>
        <vt:i4>5</vt:i4>
      </vt:variant>
      <vt:variant>
        <vt:lpwstr>http://www.wireshark.org/</vt:lpwstr>
      </vt:variant>
      <vt:variant>
        <vt:lpwstr/>
      </vt:variant>
      <vt:variant>
        <vt:i4>4915241</vt:i4>
      </vt:variant>
      <vt:variant>
        <vt:i4>0</vt:i4>
      </vt:variant>
      <vt:variant>
        <vt:i4>0</vt:i4>
      </vt:variant>
      <vt:variant>
        <vt:i4>5</vt:i4>
      </vt:variant>
      <vt:variant>
        <vt:lpwstr>http://www.windowsnetworking.com/articles_tutorials/Analyzing-Traffic-Network-Monitor.html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cynth</cp:lastModifiedBy>
  <cp:revision>9</cp:revision>
  <cp:lastPrinted>2007-08-02T20:15:00Z</cp:lastPrinted>
  <dcterms:created xsi:type="dcterms:W3CDTF">2012-05-25T03:56:00Z</dcterms:created>
  <dcterms:modified xsi:type="dcterms:W3CDTF">2012-06-16T19:05:00Z</dcterms:modified>
</cp:coreProperties>
</file>